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94E04C" w14:textId="77777777" w:rsidR="00482750" w:rsidRPr="00FA6EA7" w:rsidRDefault="004872BA" w:rsidP="00FA6EA7">
      <w:pPr>
        <w:jc w:val="center"/>
      </w:pPr>
      <w:bookmarkStart w:id="0" w:name="_GoBack"/>
      <w:bookmarkEnd w:id="0"/>
      <w:r w:rsidRPr="004C54C9">
        <w:rPr>
          <w:rFonts w:ascii="Arial" w:hAnsi="Arial" w:cs="Arial"/>
          <w:noProof/>
        </w:rPr>
        <w:drawing>
          <wp:inline distT="0" distB="0" distL="0" distR="0" wp14:anchorId="3094E089" wp14:editId="4AA4D214">
            <wp:extent cx="907473" cy="907473"/>
            <wp:effectExtent l="0" t="0" r="6985" b="6985"/>
            <wp:docPr id="1" name="Picture 6" descr="Social Security Administration Logo" title="SS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490599\Documents\Project files\Documents Projects\ASB Training and Guides\New Word Interface\Control file testing\SSA Logos\LogoColor1inch.tiff"/>
                    <pic:cNvPicPr>
                      <a:picLocks noChangeAspect="1" noChangeArrowheads="1"/>
                    </pic:cNvPicPr>
                  </pic:nvPicPr>
                  <pic:blipFill>
                    <a:blip r:embed="rId11" cstate="print"/>
                    <a:srcRect/>
                    <a:stretch>
                      <a:fillRect/>
                    </a:stretch>
                  </pic:blipFill>
                  <pic:spPr bwMode="auto">
                    <a:xfrm>
                      <a:off x="0" y="0"/>
                      <a:ext cx="907473" cy="907473"/>
                    </a:xfrm>
                    <a:prstGeom prst="rect">
                      <a:avLst/>
                    </a:prstGeom>
                    <a:noFill/>
                    <a:ln w="9525">
                      <a:noFill/>
                      <a:miter lim="800000"/>
                      <a:headEnd/>
                      <a:tailEnd/>
                    </a:ln>
                  </pic:spPr>
                </pic:pic>
              </a:graphicData>
            </a:graphic>
          </wp:inline>
        </w:drawing>
      </w:r>
    </w:p>
    <w:p w14:paraId="3094E04D" w14:textId="77777777" w:rsidR="00482750" w:rsidRPr="00FA6EA7" w:rsidRDefault="00482750" w:rsidP="00FA6EA7"/>
    <w:p w14:paraId="3094E04E" w14:textId="7C9A14FA" w:rsidR="00482750" w:rsidRPr="00EC1D3D" w:rsidRDefault="003D6D44" w:rsidP="00A72F4D">
      <w:pPr>
        <w:pStyle w:val="01IssuanceType"/>
      </w:pPr>
      <w:sdt>
        <w:sdtPr>
          <w:alias w:val="Issuance type"/>
          <w:tag w:val="Issuance type"/>
          <w:id w:val="-1101948698"/>
          <w:placeholder>
            <w:docPart w:val="F2C111BF91BA4E59A90DB1583F726335"/>
          </w:placeholder>
          <w:showingPlcHdr/>
          <w:comboBox>
            <w:listItem w:value="Choose an Item."/>
            <w:listItem w:displayText="SSA Directive" w:value="SSA Directive"/>
            <w:listItem w:displayText="SSA Policy" w:value="SSA Policy"/>
          </w:comboBox>
        </w:sdtPr>
        <w:sdtEndPr/>
        <w:sdtContent>
          <w:r w:rsidR="00C62F1C" w:rsidRPr="00A72F4D">
            <w:rPr>
              <w:rStyle w:val="01IssuanceTypeChar"/>
            </w:rPr>
            <w:t>Choose an item.</w:t>
          </w:r>
        </w:sdtContent>
      </w:sdt>
      <w:r w:rsidR="008B5265" w:rsidRPr="00803BC1">
        <w:t xml:space="preserve"> </w:t>
      </w:r>
      <w:r w:rsidR="00C62F1C">
        <w:t>XXXX</w:t>
      </w:r>
      <w:r w:rsidR="008B5265" w:rsidRPr="00803BC1">
        <w:t>.</w:t>
      </w:r>
      <w:r w:rsidR="00C62F1C">
        <w:t>XX</w:t>
      </w:r>
    </w:p>
    <w:p w14:paraId="3094E04F" w14:textId="7BD3469C" w:rsidR="00F5408A" w:rsidRPr="00EC1D3D" w:rsidRDefault="00C62F1C" w:rsidP="00A72F4D">
      <w:pPr>
        <w:pStyle w:val="02IssuanceTitle"/>
      </w:pPr>
      <w:r>
        <w:t>Title</w:t>
      </w:r>
    </w:p>
    <w:p w14:paraId="3094E050" w14:textId="77777777" w:rsidR="00F5408A" w:rsidRPr="00FA6EA7" w:rsidRDefault="00F5408A" w:rsidP="00FA6EA7">
      <w:pPr>
        <w:pBdr>
          <w:bottom w:val="double" w:sz="4" w:space="1" w:color="auto"/>
        </w:pBdr>
      </w:pPr>
    </w:p>
    <w:p w14:paraId="3094E051" w14:textId="77777777" w:rsidR="00F5408A" w:rsidRPr="00FA6EA7" w:rsidRDefault="00F5408A" w:rsidP="00FA6EA7"/>
    <w:p w14:paraId="64B66EB0" w14:textId="77777777" w:rsidR="007F3D89" w:rsidRPr="007F3D89" w:rsidRDefault="00F5408A" w:rsidP="00F23DC6">
      <w:pPr>
        <w:pStyle w:val="03CoverHeading"/>
        <w:rPr>
          <w:vanish/>
          <w:specVanish/>
        </w:rPr>
      </w:pPr>
      <w:r w:rsidRPr="00A72F4D">
        <w:t>Originating Component:</w:t>
      </w:r>
      <w:r w:rsidR="008F13D3">
        <w:tab/>
      </w:r>
      <w:r w:rsidRPr="00FA6EA7">
        <w:tab/>
      </w:r>
    </w:p>
    <w:p w14:paraId="3094E052" w14:textId="555504C6" w:rsidR="00F5408A" w:rsidRPr="007F3D89" w:rsidRDefault="003D6D44" w:rsidP="007F3D89">
      <w:pPr>
        <w:pStyle w:val="04CoverText"/>
        <w:ind w:left="0" w:firstLine="0"/>
      </w:pPr>
      <w:sdt>
        <w:sdtPr>
          <w:alias w:val="Originating Component"/>
          <w:tag w:val="Originating Component"/>
          <w:id w:val="1656953086"/>
          <w:placeholder>
            <w:docPart w:val="00A651C175294D1F886BC63B615014A2"/>
          </w:placeholder>
          <w:showingPlcHdr/>
          <w:dropDownList>
            <w:listItem w:value="Choose an item."/>
            <w:listItem w:displayText="Office of Systems/Office of the Chief Information Officer" w:value="Office of Systems/Office of the Chief Information Officer"/>
          </w:dropDownList>
        </w:sdtPr>
        <w:sdtEndPr/>
        <w:sdtContent>
          <w:r w:rsidR="00C62F1C" w:rsidRPr="007F3D89">
            <w:rPr>
              <w:rStyle w:val="PlaceholderText"/>
            </w:rPr>
            <w:t>Choose an item.</w:t>
          </w:r>
        </w:sdtContent>
      </w:sdt>
    </w:p>
    <w:p w14:paraId="3094E053" w14:textId="77777777" w:rsidR="00F5408A" w:rsidRPr="00FA6EA7" w:rsidRDefault="00F5408A" w:rsidP="00A72F4D">
      <w:pPr>
        <w:pStyle w:val="04CoverText"/>
      </w:pPr>
    </w:p>
    <w:p w14:paraId="39A51425" w14:textId="77777777" w:rsidR="007F3D89" w:rsidRPr="007F3D89" w:rsidRDefault="00482750" w:rsidP="007F3D89">
      <w:pPr>
        <w:pStyle w:val="03CoverHeading"/>
        <w:rPr>
          <w:vanish/>
          <w:specVanish/>
        </w:rPr>
      </w:pPr>
      <w:r w:rsidRPr="00A72F4D">
        <w:t>Effective:</w:t>
      </w:r>
      <w:r w:rsidR="008F13D3">
        <w:tab/>
      </w:r>
      <w:r w:rsidRPr="00FA6EA7">
        <w:tab/>
      </w:r>
    </w:p>
    <w:p w14:paraId="3094E054" w14:textId="7BD54BD1" w:rsidR="00482750" w:rsidRPr="007F3D89" w:rsidRDefault="00C62F1C" w:rsidP="007F3D89">
      <w:pPr>
        <w:pStyle w:val="04CoverText"/>
      </w:pPr>
      <w:r w:rsidRPr="007F3D89">
        <w:t>Month</w:t>
      </w:r>
      <w:r w:rsidR="00766EA4" w:rsidRPr="007F3D89">
        <w:t xml:space="preserve"> </w:t>
      </w:r>
      <w:r w:rsidRPr="007F3D89">
        <w:t>Day</w:t>
      </w:r>
      <w:r w:rsidR="00DE3A9A" w:rsidRPr="007F3D89">
        <w:t>,</w:t>
      </w:r>
      <w:r w:rsidR="00EF4D9D" w:rsidRPr="007F3D89">
        <w:t xml:space="preserve"> </w:t>
      </w:r>
      <w:r w:rsidRPr="007F3D89">
        <w:t>Year</w:t>
      </w:r>
      <w:r w:rsidR="00EF4D9D" w:rsidRPr="007F3D89">
        <w:t xml:space="preserve"> (Version 1)</w:t>
      </w:r>
    </w:p>
    <w:p w14:paraId="219CEE77" w14:textId="0ACD0CD0" w:rsidR="00EF4D9D" w:rsidRDefault="00EF4D9D" w:rsidP="00A72F4D">
      <w:pPr>
        <w:pStyle w:val="04CoverText"/>
      </w:pPr>
    </w:p>
    <w:p w14:paraId="40CA9D6B" w14:textId="77777777" w:rsidR="007F3D89" w:rsidRPr="007F3D89" w:rsidRDefault="00EF4D9D" w:rsidP="007F3D89">
      <w:pPr>
        <w:pStyle w:val="05VersioningHeading"/>
        <w:rPr>
          <w:vanish/>
          <w:specVanish/>
        </w:rPr>
      </w:pPr>
      <w:r w:rsidRPr="00EF4D9D">
        <w:t>Updated Ve</w:t>
      </w:r>
      <w:r>
        <w:t>r</w:t>
      </w:r>
      <w:r w:rsidRPr="00EF4D9D">
        <w:t>sion Effective:</w:t>
      </w:r>
      <w:r w:rsidR="008F13D3">
        <w:tab/>
      </w:r>
      <w:r w:rsidRPr="00EF4D9D">
        <w:tab/>
      </w:r>
    </w:p>
    <w:p w14:paraId="777135DD" w14:textId="71EBFADB" w:rsidR="00EF4D9D" w:rsidRPr="007F3D89" w:rsidRDefault="00C62F1C" w:rsidP="007F3D89">
      <w:pPr>
        <w:pStyle w:val="06VersioningText"/>
      </w:pPr>
      <w:r>
        <w:t>Month</w:t>
      </w:r>
      <w:r w:rsidR="00EF4D9D">
        <w:t xml:space="preserve"> </w:t>
      </w:r>
      <w:r>
        <w:t>Day</w:t>
      </w:r>
      <w:r w:rsidR="00EF4D9D">
        <w:t xml:space="preserve">, </w:t>
      </w:r>
      <w:r>
        <w:t>Year (Version #</w:t>
      </w:r>
      <w:r w:rsidR="00EF4D9D">
        <w:t>)</w:t>
      </w:r>
    </w:p>
    <w:p w14:paraId="398472F5" w14:textId="77777777" w:rsidR="007F3D89" w:rsidRDefault="007F3D89" w:rsidP="007F3D89">
      <w:pPr>
        <w:pStyle w:val="03CoverHeading"/>
      </w:pPr>
    </w:p>
    <w:p w14:paraId="0503AABC" w14:textId="77777777" w:rsidR="007F3D89" w:rsidRPr="007F3D89" w:rsidRDefault="00482750" w:rsidP="007F3D89">
      <w:pPr>
        <w:pStyle w:val="03CoverHeading"/>
        <w:rPr>
          <w:vanish/>
          <w:specVanish/>
        </w:rPr>
      </w:pPr>
      <w:r w:rsidRPr="00A72F4D">
        <w:t>Releasability:</w:t>
      </w:r>
      <w:r w:rsidR="008F13D3">
        <w:tab/>
      </w:r>
      <w:r w:rsidRPr="00FA6EA7">
        <w:tab/>
      </w:r>
    </w:p>
    <w:p w14:paraId="3094E056" w14:textId="17A1E96B" w:rsidR="00A37BE5" w:rsidRDefault="003D6D44" w:rsidP="00A72F4D">
      <w:pPr>
        <w:pStyle w:val="04CoverText"/>
      </w:pPr>
      <w:sdt>
        <w:sdtPr>
          <w:alias w:val="Releasability"/>
          <w:tag w:val="Releasability"/>
          <w:id w:val="113410176"/>
          <w:placeholder>
            <w:docPart w:val="174B07CF5C464148B52FF237CEF0FC83"/>
          </w:placeholder>
          <w:showingPlcHdr/>
          <w:comboBox>
            <w:listItem w:value="Choose an item."/>
            <w:listItem w:displayText="Cleared for public release." w:value="Cleared for public release."/>
            <w:listItem w:displayText="Not cleared for public release." w:value="Not cleared for public release."/>
          </w:comboBox>
        </w:sdtPr>
        <w:sdtEndPr/>
        <w:sdtContent>
          <w:r w:rsidR="00C62F1C" w:rsidRPr="007F3D89">
            <w:t>Choose an item.</w:t>
          </w:r>
        </w:sdtContent>
      </w:sdt>
    </w:p>
    <w:p w14:paraId="73C44BFD" w14:textId="77777777" w:rsidR="00C62F1C" w:rsidRDefault="00C62F1C" w:rsidP="00A72F4D">
      <w:pPr>
        <w:pStyle w:val="04CoverText"/>
      </w:pPr>
    </w:p>
    <w:p w14:paraId="293AFD9E" w14:textId="77777777" w:rsidR="007F3D89" w:rsidRPr="007F3D89" w:rsidRDefault="00C62F1C" w:rsidP="007F3D89">
      <w:pPr>
        <w:pStyle w:val="03CoverHeading"/>
        <w:rPr>
          <w:vanish/>
          <w:specVanish/>
        </w:rPr>
      </w:pPr>
      <w:r w:rsidRPr="00C62F1C">
        <w:t>Reissues and Cancels:</w:t>
      </w:r>
      <w:r>
        <w:tab/>
      </w:r>
      <w:r>
        <w:tab/>
      </w:r>
    </w:p>
    <w:p w14:paraId="7E94A116" w14:textId="4E3DF35F" w:rsidR="00D53BF3" w:rsidRDefault="003D6D44" w:rsidP="007F3D89">
      <w:pPr>
        <w:pStyle w:val="04CoverText"/>
      </w:pPr>
      <w:sdt>
        <w:sdtPr>
          <w:alias w:val="Issuance Type"/>
          <w:tag w:val="Issuance Type"/>
          <w:id w:val="-1294054340"/>
          <w:placeholder>
            <w:docPart w:val="294646EC09AE4EAE929B5E156FA388D4"/>
          </w:placeholder>
          <w:showingPlcHdr/>
          <w:comboBox>
            <w:listItem w:value="Choose an item."/>
            <w:listItem w:displayText="SSA Directive" w:value="SSA Directive"/>
            <w:listItem w:displayText="SSA Policy" w:value="SSA Policy"/>
          </w:comboBox>
        </w:sdtPr>
        <w:sdtEndPr/>
        <w:sdtContent>
          <w:r w:rsidR="00D53BF3" w:rsidRPr="007F3D89">
            <w:rPr>
              <w:rStyle w:val="PlaceholderText"/>
              <w:color w:val="auto"/>
            </w:rPr>
            <w:t>Choose an item.</w:t>
          </w:r>
        </w:sdtContent>
      </w:sdt>
      <w:r w:rsidR="00D53BF3" w:rsidRPr="007F3D89">
        <w:t xml:space="preserve"> ####.##, “Title,” Publication Date</w:t>
      </w:r>
    </w:p>
    <w:p w14:paraId="08D83255" w14:textId="1F1630B0" w:rsidR="007F3D89" w:rsidRPr="007F3D89" w:rsidRDefault="007F3D89" w:rsidP="007F3D89">
      <w:pPr>
        <w:pStyle w:val="03CoverHeading"/>
        <w:rPr>
          <w:vanish/>
          <w:specVanish/>
        </w:rPr>
      </w:pPr>
      <w:r>
        <w:t>Incorporates</w:t>
      </w:r>
      <w:r w:rsidRPr="00C62F1C">
        <w:t xml:space="preserve"> and Cancels:</w:t>
      </w:r>
      <w:r>
        <w:tab/>
      </w:r>
      <w:r>
        <w:tab/>
      </w:r>
    </w:p>
    <w:p w14:paraId="690FA092" w14:textId="77777777" w:rsidR="007F3D89" w:rsidRPr="007F3D89" w:rsidRDefault="003D6D44" w:rsidP="007F3D89">
      <w:pPr>
        <w:pStyle w:val="04CoverText"/>
      </w:pPr>
      <w:sdt>
        <w:sdtPr>
          <w:alias w:val="Issuance Type"/>
          <w:tag w:val="Issuance Type"/>
          <w:id w:val="-120154462"/>
          <w:placeholder>
            <w:docPart w:val="2137DF24905A4C7FACDD4D3942027610"/>
          </w:placeholder>
          <w:showingPlcHdr/>
          <w:comboBox>
            <w:listItem w:value="Choose an item."/>
            <w:listItem w:displayText="SSA Directive" w:value="SSA Directive"/>
            <w:listItem w:displayText="SSA Policy" w:value="SSA Policy"/>
          </w:comboBox>
        </w:sdtPr>
        <w:sdtEndPr/>
        <w:sdtContent>
          <w:r w:rsidR="007F3D89" w:rsidRPr="007F3D89">
            <w:rPr>
              <w:rStyle w:val="PlaceholderText"/>
              <w:color w:val="auto"/>
            </w:rPr>
            <w:t>Choose an item.</w:t>
          </w:r>
        </w:sdtContent>
      </w:sdt>
      <w:r w:rsidR="007F3D89" w:rsidRPr="007F3D89">
        <w:t xml:space="preserve"> ####.##, “Title,” Publication Date</w:t>
      </w:r>
    </w:p>
    <w:p w14:paraId="3FD920E0" w14:textId="3156928D" w:rsidR="007F3D89" w:rsidRPr="007F3D89" w:rsidRDefault="007F3D89" w:rsidP="007F3D89">
      <w:pPr>
        <w:pStyle w:val="03CoverHeading"/>
        <w:rPr>
          <w:vanish/>
          <w:specVanish/>
        </w:rPr>
      </w:pPr>
      <w:r w:rsidRPr="00C62F1C">
        <w:t>Cancels:</w:t>
      </w:r>
      <w:r>
        <w:tab/>
      </w:r>
      <w:r>
        <w:tab/>
      </w:r>
    </w:p>
    <w:p w14:paraId="07CF0692" w14:textId="77777777" w:rsidR="007F3D89" w:rsidRPr="007F3D89" w:rsidRDefault="003D6D44" w:rsidP="007F3D89">
      <w:pPr>
        <w:pStyle w:val="04CoverText"/>
      </w:pPr>
      <w:sdt>
        <w:sdtPr>
          <w:alias w:val="Issuance Type"/>
          <w:tag w:val="Issuance Type"/>
          <w:id w:val="1904787165"/>
          <w:placeholder>
            <w:docPart w:val="3178AA6C183B46EFA09265A7E9F9848D"/>
          </w:placeholder>
          <w:showingPlcHdr/>
          <w:comboBox>
            <w:listItem w:value="Choose an item."/>
            <w:listItem w:displayText="SSA Directive" w:value="SSA Directive"/>
            <w:listItem w:displayText="SSA Policy" w:value="SSA Policy"/>
          </w:comboBox>
        </w:sdtPr>
        <w:sdtEndPr/>
        <w:sdtContent>
          <w:r w:rsidR="007F3D89" w:rsidRPr="007F3D89">
            <w:rPr>
              <w:rStyle w:val="PlaceholderText"/>
              <w:color w:val="auto"/>
            </w:rPr>
            <w:t>Choose an item.</w:t>
          </w:r>
        </w:sdtContent>
      </w:sdt>
      <w:r w:rsidR="007F3D89" w:rsidRPr="007F3D89">
        <w:t xml:space="preserve"> ####.##, “Title,” Publication Date</w:t>
      </w:r>
    </w:p>
    <w:p w14:paraId="3094E057" w14:textId="77777777" w:rsidR="00F5408A" w:rsidRPr="00FA6EA7" w:rsidRDefault="00F5408A" w:rsidP="00A72F4D">
      <w:pPr>
        <w:pStyle w:val="04CoverText"/>
      </w:pPr>
    </w:p>
    <w:p w14:paraId="6140FC8E" w14:textId="77777777" w:rsidR="007F3D89" w:rsidRPr="007F3D89" w:rsidRDefault="006244E2" w:rsidP="007F3D89">
      <w:pPr>
        <w:pStyle w:val="03CoverHeading"/>
        <w:rPr>
          <w:vanish/>
          <w:specVanish/>
        </w:rPr>
      </w:pPr>
      <w:r w:rsidRPr="00A72F4D">
        <w:t>Approved</w:t>
      </w:r>
      <w:r w:rsidR="00F5408A" w:rsidRPr="00A72F4D">
        <w:t xml:space="preserve"> by:</w:t>
      </w:r>
      <w:r w:rsidR="008F13D3">
        <w:tab/>
      </w:r>
      <w:r w:rsidR="00F5408A" w:rsidRPr="00FA6EA7">
        <w:tab/>
      </w:r>
    </w:p>
    <w:p w14:paraId="3094E058" w14:textId="655663E2" w:rsidR="00F5408A" w:rsidRDefault="007F3D89" w:rsidP="007F3D89">
      <w:pPr>
        <w:pStyle w:val="04CoverText"/>
      </w:pPr>
      <w:r>
        <w:t xml:space="preserve"> </w:t>
      </w:r>
      <w:r w:rsidR="00C62F1C">
        <w:t>Name</w:t>
      </w:r>
      <w:r w:rsidR="00DE3A9A">
        <w:t xml:space="preserve">, </w:t>
      </w:r>
      <w:r w:rsidR="00C62F1C">
        <w:t>Title</w:t>
      </w:r>
    </w:p>
    <w:p w14:paraId="26DAF0A5" w14:textId="1A807E81" w:rsidR="00EF4D9D" w:rsidRDefault="00EF4D9D" w:rsidP="00A72F4D">
      <w:pPr>
        <w:pStyle w:val="04CoverText"/>
      </w:pPr>
    </w:p>
    <w:p w14:paraId="1BC1B765" w14:textId="77777777" w:rsidR="007F3D89" w:rsidRPr="007F3D89" w:rsidRDefault="00EF4D9D" w:rsidP="007F3D89">
      <w:pPr>
        <w:pStyle w:val="05VersioningHeading"/>
        <w:rPr>
          <w:vanish/>
          <w:specVanish/>
        </w:rPr>
      </w:pPr>
      <w:r w:rsidRPr="00EF4D9D">
        <w:t>Updated Version Approved by:</w:t>
      </w:r>
      <w:r w:rsidR="008F13D3">
        <w:tab/>
      </w:r>
    </w:p>
    <w:p w14:paraId="4E81C7F8" w14:textId="6EFCF4CF" w:rsidR="00EF4D9D" w:rsidRPr="008F13D3" w:rsidRDefault="00C62F1C" w:rsidP="007F3D89">
      <w:pPr>
        <w:pStyle w:val="06VersioningText"/>
      </w:pPr>
      <w:r>
        <w:t>Name</w:t>
      </w:r>
      <w:r w:rsidR="008F13D3">
        <w:t xml:space="preserve">, </w:t>
      </w:r>
      <w:r>
        <w:t>Title</w:t>
      </w:r>
    </w:p>
    <w:p w14:paraId="3094E059" w14:textId="77777777" w:rsidR="00482750" w:rsidRPr="00FA6EA7" w:rsidRDefault="00482750" w:rsidP="00FA6EA7">
      <w:pPr>
        <w:pBdr>
          <w:bottom w:val="single" w:sz="4" w:space="1" w:color="auto"/>
        </w:pBdr>
      </w:pPr>
    </w:p>
    <w:p w14:paraId="3094E05A" w14:textId="77777777" w:rsidR="00482750" w:rsidRPr="00FA6EA7" w:rsidRDefault="00482750" w:rsidP="00FA6EA7"/>
    <w:p w14:paraId="6588D05A" w14:textId="77777777" w:rsidR="0070463B" w:rsidRPr="0070463B" w:rsidRDefault="00052C37" w:rsidP="00052C37">
      <w:pPr>
        <w:pStyle w:val="07MainNumberedHeading"/>
        <w:rPr>
          <w:vanish/>
          <w:specVanish/>
        </w:rPr>
      </w:pPr>
      <w:r>
        <w:t>Purpose.</w:t>
      </w:r>
      <w:r w:rsidR="00482750" w:rsidRPr="00A72F4D">
        <w:tab/>
      </w:r>
    </w:p>
    <w:p w14:paraId="3094E05B" w14:textId="2237CAED" w:rsidR="00482750" w:rsidRPr="0024763E" w:rsidRDefault="0070463B" w:rsidP="0070463B">
      <w:pPr>
        <w:pStyle w:val="08MainNumberedHeadingTextNoSubpoints"/>
      </w:pPr>
      <w:r>
        <w:t xml:space="preserve"> </w:t>
      </w:r>
      <w:r w:rsidR="00482750" w:rsidRPr="00052C37">
        <w:t>This</w:t>
      </w:r>
      <w:r w:rsidR="00EC1D3D" w:rsidRPr="00052C37">
        <w:t xml:space="preserve"> </w:t>
      </w:r>
      <w:sdt>
        <w:sdtPr>
          <w:alias w:val="Issuance Type"/>
          <w:tag w:val="Issuance Type"/>
          <w:id w:val="481362763"/>
          <w:placeholder>
            <w:docPart w:val="7BC4134771B0494CAD5766F33372244F"/>
          </w:placeholder>
          <w:showingPlcHdr/>
          <w:comboBox>
            <w:listItem w:value="Choose an item."/>
            <w:listItem w:displayText="directive" w:value="directive"/>
            <w:listItem w:displayText="policy" w:value="policy"/>
          </w:comboBox>
        </w:sdtPr>
        <w:sdtEndPr/>
        <w:sdtContent>
          <w:r w:rsidR="00D53BF3" w:rsidRPr="0070463B">
            <w:rPr>
              <w:rStyle w:val="PlaceholderText"/>
            </w:rPr>
            <w:t>Choose an item.</w:t>
          </w:r>
        </w:sdtContent>
      </w:sdt>
      <w:r w:rsidR="00EC1D3D" w:rsidRPr="00052C37">
        <w:t>:</w:t>
      </w:r>
      <w:r w:rsidR="00A32689" w:rsidRPr="00052C37">
        <w:t xml:space="preserve"> </w:t>
      </w:r>
      <w:r w:rsidR="00EC1D3D" w:rsidRPr="00052C37">
        <w:t xml:space="preserve"> </w:t>
      </w:r>
    </w:p>
    <w:p w14:paraId="502B0558" w14:textId="6A84D715" w:rsidR="007772E2" w:rsidRDefault="00D53BF3" w:rsidP="007826E8">
      <w:pPr>
        <w:pStyle w:val="09aText-NoHeading"/>
        <w:numPr>
          <w:ilvl w:val="0"/>
          <w:numId w:val="3"/>
        </w:numPr>
      </w:pPr>
      <w:r>
        <w:t>[Structure and language depends on the type of issuance being issued.  List each purpose point individually.  If the purpose statement only has one purpose point, do not use the a, b, c list format.  Instead, place the text after the Choose an item dropdown in the line above and remove the colon.  Delete this text, all other texts in brackets, examples, descriptions, and sections not used in the issuance.]</w:t>
      </w:r>
    </w:p>
    <w:p w14:paraId="1B751867" w14:textId="6FE12778" w:rsidR="0052484C" w:rsidRPr="004E5922" w:rsidRDefault="00D53BF3" w:rsidP="007826E8">
      <w:pPr>
        <w:pStyle w:val="09aText-NoHeading"/>
        <w:numPr>
          <w:ilvl w:val="0"/>
          <w:numId w:val="3"/>
        </w:numPr>
      </w:pPr>
      <w:r>
        <w:t>[Use a, b, c lists if the purpose statement has multiple points.  If these points reference other issuances, list them out in-line and not as sub-points.  See the options provided in the SSA Issuances Standards Guide.]</w:t>
      </w:r>
    </w:p>
    <w:p w14:paraId="6F21E4AA" w14:textId="77777777" w:rsidR="0070463B" w:rsidRPr="0070463B" w:rsidRDefault="00C45AB0" w:rsidP="0070463B">
      <w:pPr>
        <w:pStyle w:val="07MainNumberedHeading"/>
        <w:rPr>
          <w:vanish/>
          <w:specVanish/>
        </w:rPr>
      </w:pPr>
      <w:r>
        <w:t xml:space="preserve">Applicability. </w:t>
      </w:r>
    </w:p>
    <w:p w14:paraId="3094E05F" w14:textId="11BE205C" w:rsidR="00482750" w:rsidRPr="00C45AB0" w:rsidRDefault="0070463B" w:rsidP="0070463B">
      <w:pPr>
        <w:pStyle w:val="08MainNumberedHeadingTextNoSubpoints"/>
      </w:pPr>
      <w:r>
        <w:t xml:space="preserve"> </w:t>
      </w:r>
      <w:r w:rsidR="00C45AB0">
        <w:t xml:space="preserve">This </w:t>
      </w:r>
      <w:sdt>
        <w:sdtPr>
          <w:alias w:val="Issuance Type"/>
          <w:tag w:val="Issuance Type"/>
          <w:id w:val="222497044"/>
          <w:placeholder>
            <w:docPart w:val="4D7A74504EB94A6DA2FD8034C41A5A3B"/>
          </w:placeholder>
          <w:showingPlcHdr/>
          <w:comboBox>
            <w:listItem w:value="Choose an item."/>
            <w:listItem w:displayText="directive" w:value="directive"/>
            <w:listItem w:displayText="policy" w:value="policy"/>
          </w:comboBox>
        </w:sdtPr>
        <w:sdtEndPr/>
        <w:sdtContent>
          <w:r w:rsidR="00D53BF3" w:rsidRPr="0070463B">
            <w:rPr>
              <w:rStyle w:val="PlaceholderText"/>
            </w:rPr>
            <w:t>Choose an item.</w:t>
          </w:r>
        </w:sdtContent>
      </w:sdt>
      <w:r w:rsidR="00D53BF3">
        <w:t xml:space="preserve"> </w:t>
      </w:r>
      <w:r w:rsidR="00C45AB0">
        <w:t xml:space="preserve">applies to </w:t>
      </w:r>
      <w:r w:rsidR="00D53BF3">
        <w:t>[list the titles of all individuals to whom this policy or directive applies.</w:t>
      </w:r>
    </w:p>
    <w:p w14:paraId="3094E060" w14:textId="55A5FF1B" w:rsidR="00C45AB0" w:rsidRPr="00676C04" w:rsidRDefault="00C45AB0" w:rsidP="00C45AB0">
      <w:pPr>
        <w:pStyle w:val="07MainNumberedHeading"/>
      </w:pPr>
      <w:r w:rsidRPr="00676C04">
        <w:t>Policy</w:t>
      </w:r>
      <w:r w:rsidR="000438D1" w:rsidRPr="00676C04">
        <w:t xml:space="preserve">. </w:t>
      </w:r>
    </w:p>
    <w:p w14:paraId="2365FFB2" w14:textId="77777777" w:rsidR="0070463B" w:rsidRPr="0070463B" w:rsidRDefault="00D53BF3" w:rsidP="0070463B">
      <w:pPr>
        <w:pStyle w:val="10aHeading"/>
        <w:rPr>
          <w:vanish/>
          <w:specVanish/>
        </w:rPr>
      </w:pPr>
      <w:r>
        <w:lastRenderedPageBreak/>
        <w:t xml:space="preserve">Heading.  </w:t>
      </w:r>
    </w:p>
    <w:p w14:paraId="761BC269" w14:textId="6BFAAA28" w:rsidR="008355D2" w:rsidRDefault="0070463B" w:rsidP="0070463B">
      <w:pPr>
        <w:pStyle w:val="11aHeadingTextNoSubpoints"/>
      </w:pPr>
      <w:r>
        <w:t xml:space="preserve"> </w:t>
      </w:r>
      <w:r w:rsidR="00D53BF3">
        <w:t>This is what paragraph level “a.” looks like if it has a heading.  If one level “a.” paragraph has a heading, all on this level must have a heading.</w:t>
      </w:r>
    </w:p>
    <w:p w14:paraId="27514D55" w14:textId="3613B73B" w:rsidR="00D53BF3" w:rsidRDefault="00D53BF3" w:rsidP="0070463B">
      <w:pPr>
        <w:pStyle w:val="10aHeading"/>
      </w:pPr>
      <w:r>
        <w:t>Heading.</w:t>
      </w:r>
    </w:p>
    <w:p w14:paraId="25C73AC1" w14:textId="77777777" w:rsidR="007646F7" w:rsidRPr="007646F7" w:rsidRDefault="00D53BF3" w:rsidP="007646F7">
      <w:pPr>
        <w:pStyle w:val="121Heading"/>
        <w:rPr>
          <w:vanish/>
          <w:specVanish/>
        </w:rPr>
      </w:pPr>
      <w:r>
        <w:t xml:space="preserve">Heading.  </w:t>
      </w:r>
    </w:p>
    <w:p w14:paraId="6EC4167E" w14:textId="1A22D19C" w:rsidR="00263B03" w:rsidRDefault="007646F7" w:rsidP="007646F7">
      <w:pPr>
        <w:pStyle w:val="131HeadingTextNoSubpoints"/>
      </w:pPr>
      <w:r>
        <w:t xml:space="preserve"> </w:t>
      </w:r>
      <w:r w:rsidR="00D53BF3">
        <w:t>This is what paragraph level “(1)” looks like if it has a heading.</w:t>
      </w:r>
    </w:p>
    <w:p w14:paraId="770FC615" w14:textId="01218D91" w:rsidR="00B3282C" w:rsidRDefault="00D53BF3" w:rsidP="007646F7">
      <w:pPr>
        <w:pStyle w:val="141Text-NoHeading"/>
      </w:pPr>
      <w:r>
        <w:t>This is what a “(1)” level paragraph looks like without a heading.</w:t>
      </w:r>
      <w:r w:rsidR="000B451B">
        <w:t xml:space="preserve">  Remember, either all paragraphs at this level must have a heading or none of them can have a heading.</w:t>
      </w:r>
    </w:p>
    <w:p w14:paraId="222EB899" w14:textId="3BFBCE97" w:rsidR="00005879" w:rsidRDefault="00D53BF3" w:rsidP="007646F7">
      <w:pPr>
        <w:pStyle w:val="15iText"/>
      </w:pPr>
      <w:r>
        <w:t>Do not use headings for levels lower than the “(1)” level.</w:t>
      </w:r>
    </w:p>
    <w:p w14:paraId="4EA01897" w14:textId="29F7D61F" w:rsidR="00ED2A3E" w:rsidRDefault="00D53BF3" w:rsidP="007646F7">
      <w:pPr>
        <w:pStyle w:val="15iText"/>
      </w:pPr>
      <w:r>
        <w:t>If you have an “</w:t>
      </w:r>
      <w:r w:rsidR="000B451B">
        <w:t>i.” level sub-point, you must have a “ii.”</w:t>
      </w:r>
    </w:p>
    <w:p w14:paraId="3D9BF251" w14:textId="190118A4" w:rsidR="000B451B" w:rsidRDefault="000B451B" w:rsidP="007646F7">
      <w:pPr>
        <w:pStyle w:val="161underlinedText"/>
      </w:pPr>
      <w:r>
        <w:t>If you have an underlined “</w:t>
      </w:r>
      <w:r w:rsidRPr="000B451B">
        <w:rPr>
          <w:u w:val="single"/>
        </w:rPr>
        <w:t>1.</w:t>
      </w:r>
      <w:r>
        <w:t>” sub-point, you must have an underlined “</w:t>
      </w:r>
      <w:r w:rsidRPr="000B451B">
        <w:rPr>
          <w:u w:val="single"/>
        </w:rPr>
        <w:t>2.</w:t>
      </w:r>
      <w:r w:rsidRPr="000B451B">
        <w:t>”</w:t>
      </w:r>
    </w:p>
    <w:p w14:paraId="22ABDA87" w14:textId="5CE1FDC7" w:rsidR="000B451B" w:rsidRDefault="000B451B" w:rsidP="005D6B40">
      <w:pPr>
        <w:pStyle w:val="17iunderlinedtext"/>
      </w:pPr>
      <w:r>
        <w:t>Do not subordinate paragraphs beyond this level.</w:t>
      </w:r>
    </w:p>
    <w:p w14:paraId="5A1B1ADA" w14:textId="3C5E14FA" w:rsidR="000B451B" w:rsidRDefault="000B451B" w:rsidP="007646F7">
      <w:pPr>
        <w:pStyle w:val="17iunderlinedtext"/>
      </w:pPr>
      <w:r>
        <w:t>If you have an underlined “</w:t>
      </w:r>
      <w:r w:rsidRPr="000B451B">
        <w:rPr>
          <w:u w:val="single"/>
        </w:rPr>
        <w:t>i.</w:t>
      </w:r>
      <w:r>
        <w:t>” sub-point, you must have an underlined “</w:t>
      </w:r>
      <w:r w:rsidRPr="000B451B">
        <w:rPr>
          <w:u w:val="single"/>
        </w:rPr>
        <w:t>ii.</w:t>
      </w:r>
      <w:r>
        <w:t>”</w:t>
      </w:r>
    </w:p>
    <w:p w14:paraId="0E567043" w14:textId="4B4F55D0" w:rsidR="007A4139" w:rsidRPr="007646F7" w:rsidRDefault="000B451B" w:rsidP="007646F7">
      <w:pPr>
        <w:pStyle w:val="09aText-NoHeading"/>
      </w:pPr>
      <w:r w:rsidRPr="007646F7">
        <w:t>This is what an “a.” level paragraph looks like without a heading.  Remember, either all paragraphs at this level must have a heading or none of them can have a heading.</w:t>
      </w:r>
    </w:p>
    <w:p w14:paraId="7C955F1D" w14:textId="77777777" w:rsidR="00F23DC6" w:rsidRPr="00F23DC6" w:rsidRDefault="000B451B" w:rsidP="00FA6EA7">
      <w:pPr>
        <w:pStyle w:val="07MainNumberedHeading"/>
        <w:rPr>
          <w:vanish/>
          <w:specVanish/>
        </w:rPr>
      </w:pPr>
      <w:r>
        <w:t xml:space="preserve">Numbered Header.  </w:t>
      </w:r>
    </w:p>
    <w:p w14:paraId="3094E06A" w14:textId="7DFC074D" w:rsidR="00253875" w:rsidRPr="00F23DC6" w:rsidRDefault="00F23DC6" w:rsidP="007646F7">
      <w:pPr>
        <w:pStyle w:val="08MainNumberedHeadingTextNoSubpoints"/>
      </w:pPr>
      <w:r>
        <w:t xml:space="preserve"> </w:t>
      </w:r>
      <w:r w:rsidR="000B451B" w:rsidRPr="00F23DC6">
        <w:t>[Add any additional sections beyond the required Purpose, Applicability, Policy and Approval sections here.  If there are no other sections, remove this example.]</w:t>
      </w:r>
    </w:p>
    <w:p w14:paraId="703C3F1D" w14:textId="19FB4597" w:rsidR="000B451B" w:rsidRDefault="000B451B" w:rsidP="00FA6EA7">
      <w:pPr>
        <w:pStyle w:val="07MainNumberedHeading"/>
      </w:pPr>
      <w:r>
        <w:t>Approval</w:t>
      </w:r>
    </w:p>
    <w:p w14:paraId="3094E06B" w14:textId="77777777" w:rsidR="007F3994" w:rsidRDefault="007F3994" w:rsidP="007F3994">
      <w:pPr>
        <w:pStyle w:val="07MainNumberedHeading"/>
        <w:numPr>
          <w:ilvl w:val="0"/>
          <w:numId w:val="0"/>
        </w:numPr>
      </w:pPr>
    </w:p>
    <w:p w14:paraId="3094E06C" w14:textId="10D52DE6" w:rsidR="007F3994" w:rsidRPr="007F3994" w:rsidRDefault="003D6D44" w:rsidP="007F3994">
      <w:pPr>
        <w:pStyle w:val="07MainNumberedHeading"/>
        <w:numPr>
          <w:ilvl w:val="0"/>
          <w:numId w:val="0"/>
        </w:numPr>
        <w:ind w:left="360" w:hanging="360"/>
        <w:rPr>
          <w:b w:val="0"/>
          <w:u w:val="single"/>
        </w:rPr>
      </w:pPr>
      <w:r>
        <w:rPr>
          <w:b w:val="0"/>
          <w:u w:val="single"/>
        </w:rPr>
        <w:pict w14:anchorId="1A5D85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12" o:title=""/>
            <o:lock v:ext="edit" ungrouping="t" rotation="t" cropping="t" verticies="t" text="t" grouping="t"/>
            <o:signatureline v:ext="edit" id="{B097AA03-1ACC-4643-B2BD-C25809E4EA9C}" provid="{00000000-0000-0000-0000-000000000000}" o:suggestedsigner="Rajive Mathur" o:suggestedsigner2="Chief Information Officer" issignatureline="t"/>
          </v:shape>
        </w:pict>
      </w:r>
    </w:p>
    <w:p w14:paraId="21F4C841" w14:textId="3964F84D" w:rsidR="00BA0312" w:rsidRDefault="00BA0312" w:rsidP="00BA0312">
      <w:bookmarkStart w:id="1" w:name="_Toc390336729"/>
      <w:bookmarkStart w:id="2" w:name="_Toc390340319"/>
      <w:bookmarkStart w:id="3" w:name="_Toc418056733"/>
    </w:p>
    <w:p w14:paraId="1CDB8908" w14:textId="77777777" w:rsidR="00BA0312" w:rsidRDefault="00BA0312" w:rsidP="00BA0312">
      <w:pPr>
        <w:pStyle w:val="08MainNumberedHeadingTextNoSubpoints"/>
      </w:pPr>
      <w:r>
        <w:t>Enclosure</w:t>
      </w:r>
    </w:p>
    <w:p w14:paraId="2D24B772" w14:textId="7FD94BF2" w:rsidR="00BA0312" w:rsidRPr="0084364A" w:rsidRDefault="00BA0312" w:rsidP="007826E8">
      <w:pPr>
        <w:pStyle w:val="09aText-NoHeading"/>
        <w:numPr>
          <w:ilvl w:val="0"/>
          <w:numId w:val="9"/>
        </w:numPr>
      </w:pPr>
      <w:r>
        <w:t>[Include the Enclosure heading and a list of all enclosures provided here.  Each enclosure should be a separate item.  Enclosures should be placed in order listed here after the Change history section of the policy.  If the policy does not include enclosures delete this section.  Delete this text.]</w:t>
      </w:r>
    </w:p>
    <w:p w14:paraId="719668B4" w14:textId="77777777" w:rsidR="00BA0312" w:rsidRPr="00B33CF2" w:rsidRDefault="00BA0312" w:rsidP="00BA0312"/>
    <w:p w14:paraId="28392CB4" w14:textId="77777777" w:rsidR="008A4F4B" w:rsidRDefault="008B5265">
      <w:pPr>
        <w:spacing w:after="200" w:line="276" w:lineRule="auto"/>
        <w:contextualSpacing w:val="0"/>
        <w:mirrorIndents w:val="0"/>
        <w:sectPr w:rsidR="008A4F4B" w:rsidSect="00F23DC6">
          <w:headerReference w:type="default" r:id="rId13"/>
          <w:footerReference w:type="default" r:id="rId14"/>
          <w:headerReference w:type="first" r:id="rId15"/>
          <w:footerReference w:type="first" r:id="rId16"/>
          <w:endnotePr>
            <w:numFmt w:val="lowerLetter"/>
          </w:endnotePr>
          <w:pgSz w:w="12240" w:h="15840"/>
          <w:pgMar w:top="1440" w:right="1440" w:bottom="1440" w:left="1440" w:header="720" w:footer="720" w:gutter="0"/>
          <w:cols w:space="720"/>
          <w:titlePg/>
          <w:docGrid w:linePitch="360"/>
        </w:sectPr>
      </w:pPr>
      <w:r>
        <w:br w:type="page"/>
      </w:r>
    </w:p>
    <w:p w14:paraId="3094E070" w14:textId="77777777" w:rsidR="00482750" w:rsidRPr="003E7DEF" w:rsidRDefault="00311DD4" w:rsidP="00AD5D31">
      <w:pPr>
        <w:pStyle w:val="18SectionTitle"/>
      </w:pPr>
      <w:r w:rsidRPr="003E7DEF">
        <w:lastRenderedPageBreak/>
        <w:t>References</w:t>
      </w:r>
      <w:bookmarkEnd w:id="1"/>
      <w:bookmarkEnd w:id="2"/>
      <w:bookmarkEnd w:id="3"/>
    </w:p>
    <w:p w14:paraId="282474AE" w14:textId="77777777" w:rsidR="000B451B" w:rsidRDefault="000B451B" w:rsidP="000B451B">
      <w:r>
        <w:t>[Include the References page in every issuance.  List references in alphabetical (and then numeric, if applicable) order.  An example is provided below.  If your issuance should not include the example issuance, remove the reference.  Refer to the SSA I</w:t>
      </w:r>
      <w:r w:rsidRPr="0024763E">
        <w:t>ssuances</w:t>
      </w:r>
      <w:r>
        <w:t xml:space="preserve"> S</w:t>
      </w:r>
      <w:r w:rsidRPr="0024763E">
        <w:t>tandards</w:t>
      </w:r>
      <w:r>
        <w:t xml:space="preserve"> Guide for information on how to format and list references.  Delete this text.]</w:t>
      </w:r>
    </w:p>
    <w:p w14:paraId="199D10E7" w14:textId="77777777" w:rsidR="000B451B" w:rsidRDefault="000B451B" w:rsidP="000B451B"/>
    <w:p w14:paraId="399E31A7" w14:textId="77777777" w:rsidR="000B451B" w:rsidRPr="000B451B" w:rsidRDefault="000B451B" w:rsidP="000B451B">
      <w:pPr>
        <w:pStyle w:val="23References"/>
        <w:ind w:left="450" w:hanging="450"/>
      </w:pPr>
      <w:r w:rsidRPr="000B451B">
        <w:t>SSA Policy 8015.01, “Information Technology Acquisition Approval Policy,” September 29, 2017</w:t>
      </w:r>
    </w:p>
    <w:p w14:paraId="3A12B91E" w14:textId="3B074C54" w:rsidR="007A41F2" w:rsidRDefault="007A41F2" w:rsidP="00586B85">
      <w:pPr>
        <w:ind w:left="720" w:hanging="720"/>
      </w:pPr>
    </w:p>
    <w:p w14:paraId="3094E074" w14:textId="77777777" w:rsidR="00CA5B13" w:rsidRDefault="00CA5B13" w:rsidP="007F3994"/>
    <w:p w14:paraId="6C4E21E1" w14:textId="79D7DDA5" w:rsidR="00670FCE" w:rsidRDefault="00670FCE" w:rsidP="00670FCE">
      <w:pPr>
        <w:spacing w:after="200" w:line="276" w:lineRule="auto"/>
        <w:contextualSpacing w:val="0"/>
        <w:mirrorIndents w:val="0"/>
      </w:pPr>
    </w:p>
    <w:p w14:paraId="2FE826C9" w14:textId="104F96CC" w:rsidR="009421C5" w:rsidRDefault="009421C5" w:rsidP="00670FCE">
      <w:pPr>
        <w:pStyle w:val="18SectionTitle"/>
      </w:pPr>
    </w:p>
    <w:p w14:paraId="3211E614" w14:textId="77777777" w:rsidR="009421C5" w:rsidRPr="009421C5" w:rsidRDefault="009421C5" w:rsidP="009421C5"/>
    <w:p w14:paraId="67B3ED35" w14:textId="77777777" w:rsidR="009421C5" w:rsidRPr="009421C5" w:rsidRDefault="009421C5" w:rsidP="009421C5"/>
    <w:p w14:paraId="1FDE1D49" w14:textId="77777777" w:rsidR="009421C5" w:rsidRPr="009421C5" w:rsidRDefault="009421C5" w:rsidP="009421C5"/>
    <w:p w14:paraId="1B9D63B9" w14:textId="77777777" w:rsidR="009421C5" w:rsidRPr="009421C5" w:rsidRDefault="009421C5" w:rsidP="009421C5"/>
    <w:p w14:paraId="360F47AE" w14:textId="6EEACB23" w:rsidR="009421C5" w:rsidRPr="009421C5" w:rsidRDefault="009421C5" w:rsidP="009421C5">
      <w:pPr>
        <w:tabs>
          <w:tab w:val="left" w:pos="1265"/>
        </w:tabs>
      </w:pPr>
      <w:r>
        <w:tab/>
      </w:r>
    </w:p>
    <w:p w14:paraId="5858D0FF" w14:textId="033DA4E0" w:rsidR="008A4F4B" w:rsidRPr="009421C5" w:rsidRDefault="009421C5" w:rsidP="009421C5">
      <w:pPr>
        <w:tabs>
          <w:tab w:val="left" w:pos="1265"/>
        </w:tabs>
        <w:sectPr w:rsidR="008A4F4B" w:rsidRPr="009421C5" w:rsidSect="00F23DC6">
          <w:footerReference w:type="default" r:id="rId17"/>
          <w:footerReference w:type="first" r:id="rId18"/>
          <w:endnotePr>
            <w:numFmt w:val="lowerLetter"/>
          </w:endnotePr>
          <w:pgSz w:w="12240" w:h="15840"/>
          <w:pgMar w:top="1440" w:right="1440" w:bottom="1440" w:left="1440" w:header="720" w:footer="720" w:gutter="0"/>
          <w:cols w:space="720"/>
          <w:docGrid w:linePitch="360"/>
        </w:sectPr>
      </w:pPr>
      <w:r>
        <w:tab/>
      </w:r>
    </w:p>
    <w:p w14:paraId="527C659A" w14:textId="697F986A" w:rsidR="00670FCE" w:rsidRPr="003E7DEF" w:rsidRDefault="00670FCE" w:rsidP="00670FCE">
      <w:pPr>
        <w:pStyle w:val="18SectionTitle"/>
      </w:pPr>
      <w:r>
        <w:t>Glossary</w:t>
      </w:r>
    </w:p>
    <w:p w14:paraId="05EEAE4A" w14:textId="77777777" w:rsidR="00670FCE" w:rsidRDefault="00670FCE" w:rsidP="00670FCE"/>
    <w:p w14:paraId="2658EC56" w14:textId="77777777" w:rsidR="00F23DC6" w:rsidRDefault="00F23DC6" w:rsidP="00F23DC6">
      <w:r>
        <w:t xml:space="preserve">[Include the Glossary page in every issuance.  The Glossary page should only contain the wording below with the link to the SSA Issuance Glossary.  Do not add any definitions do this page.  Delete this text.] </w:t>
      </w:r>
    </w:p>
    <w:p w14:paraId="3C6F5D22" w14:textId="77777777" w:rsidR="00F23DC6" w:rsidRDefault="00F23DC6" w:rsidP="00670FCE"/>
    <w:p w14:paraId="30A0F4E5" w14:textId="77777777" w:rsidR="00670FCE" w:rsidRDefault="00670FCE" w:rsidP="00670FCE">
      <w:r>
        <w:t>All definitions and acronyms can be found in SSA Manual 8200.01 Issuance Library Glossary.</w:t>
      </w:r>
    </w:p>
    <w:p w14:paraId="0364CA2D" w14:textId="77777777" w:rsidR="008A4F4B" w:rsidRDefault="008A4F4B">
      <w:pPr>
        <w:spacing w:after="200" w:line="276" w:lineRule="auto"/>
        <w:contextualSpacing w:val="0"/>
        <w:mirrorIndents w:val="0"/>
        <w:sectPr w:rsidR="008A4F4B" w:rsidSect="00F23DC6">
          <w:footerReference w:type="default" r:id="rId19"/>
          <w:footerReference w:type="first" r:id="rId20"/>
          <w:endnotePr>
            <w:numFmt w:val="lowerLetter"/>
          </w:endnotePr>
          <w:pgSz w:w="12240" w:h="15840"/>
          <w:pgMar w:top="1440" w:right="1440" w:bottom="1440" w:left="1440" w:header="720" w:footer="720" w:gutter="0"/>
          <w:cols w:space="720"/>
          <w:docGrid w:linePitch="360"/>
        </w:sectPr>
      </w:pPr>
    </w:p>
    <w:p w14:paraId="3094E076" w14:textId="77777777" w:rsidR="004F7AC0" w:rsidRDefault="004F7AC0" w:rsidP="004F7AC0">
      <w:pPr>
        <w:pStyle w:val="18SectionTitle"/>
      </w:pPr>
      <w:r>
        <w:t>change history</w:t>
      </w:r>
    </w:p>
    <w:p w14:paraId="15112562" w14:textId="3D8D1E45" w:rsidR="00F23DC6" w:rsidRDefault="00F23DC6" w:rsidP="00F23DC6">
      <w:r>
        <w:t>[Include the Change History section in every issuance.  If this is the ORIGINAL issuance complete the first entry in the table below. If this is a NEW VERSION of an issuance, add a row to the table below.  Provide the new version number in the “Version” column.  The latest version number listed in the Change History table must match the Version</w:t>
      </w:r>
      <w:r>
        <w:rPr>
          <w:b/>
          <w:i/>
          <w:color w:val="FF0000"/>
        </w:rPr>
        <w:t xml:space="preserve"> </w:t>
      </w:r>
      <w:r w:rsidRPr="00C23D9C">
        <w:t>Number listed for</w:t>
      </w:r>
      <w:r>
        <w:rPr>
          <w:b/>
          <w:i/>
          <w:color w:val="FF0000"/>
        </w:rPr>
        <w:t xml:space="preserve"> Updated Version </w:t>
      </w:r>
      <w:r w:rsidRPr="00C23D9C">
        <w:rPr>
          <w:b/>
          <w:i/>
          <w:color w:val="FF0000"/>
        </w:rPr>
        <w:t>Effective</w:t>
      </w:r>
      <w:r w:rsidRPr="00C23D9C">
        <w:t xml:space="preserve"> on the title page and in the headers. </w:t>
      </w:r>
      <w:r>
        <w:t>Provide the date the changes were finalized in the “Date” column.  Provide a brief description of the change in the “Description” column.  Do not delete any previous information listed.  Delete this text.]</w:t>
      </w:r>
    </w:p>
    <w:p w14:paraId="28D1D626" w14:textId="77777777" w:rsidR="00F23DC6" w:rsidRPr="00F23DC6" w:rsidRDefault="00F23DC6" w:rsidP="00F23DC6"/>
    <w:tbl>
      <w:tblPr>
        <w:tblStyle w:val="TableGrid"/>
        <w:tblW w:w="0" w:type="auto"/>
        <w:tblLook w:val="04A0" w:firstRow="1" w:lastRow="0" w:firstColumn="1" w:lastColumn="0" w:noHBand="0" w:noVBand="1"/>
      </w:tblPr>
      <w:tblGrid>
        <w:gridCol w:w="1705"/>
        <w:gridCol w:w="1530"/>
        <w:gridCol w:w="6115"/>
      </w:tblGrid>
      <w:tr w:rsidR="004F7AC0" w:rsidRPr="004F7AC0" w14:paraId="3094E07A" w14:textId="77777777" w:rsidTr="004F7AC0">
        <w:tc>
          <w:tcPr>
            <w:tcW w:w="1705" w:type="dxa"/>
          </w:tcPr>
          <w:p w14:paraId="3094E077" w14:textId="77777777" w:rsidR="004F7AC0" w:rsidRPr="004F7AC0" w:rsidRDefault="004F7AC0" w:rsidP="004F7AC0">
            <w:pPr>
              <w:jc w:val="center"/>
              <w:rPr>
                <w:b/>
              </w:rPr>
            </w:pPr>
            <w:r w:rsidRPr="004F7AC0">
              <w:rPr>
                <w:b/>
              </w:rPr>
              <w:t>Version</w:t>
            </w:r>
          </w:p>
        </w:tc>
        <w:tc>
          <w:tcPr>
            <w:tcW w:w="1530" w:type="dxa"/>
          </w:tcPr>
          <w:p w14:paraId="3094E078" w14:textId="77777777" w:rsidR="004F7AC0" w:rsidRPr="004F7AC0" w:rsidRDefault="004F7AC0" w:rsidP="004F7AC0">
            <w:pPr>
              <w:jc w:val="center"/>
              <w:rPr>
                <w:b/>
              </w:rPr>
            </w:pPr>
            <w:r w:rsidRPr="004F7AC0">
              <w:rPr>
                <w:b/>
              </w:rPr>
              <w:t>Date</w:t>
            </w:r>
          </w:p>
        </w:tc>
        <w:tc>
          <w:tcPr>
            <w:tcW w:w="6115" w:type="dxa"/>
          </w:tcPr>
          <w:p w14:paraId="3094E079" w14:textId="77777777" w:rsidR="004F7AC0" w:rsidRPr="004F7AC0" w:rsidRDefault="004F7AC0" w:rsidP="004F7AC0">
            <w:pPr>
              <w:jc w:val="center"/>
              <w:rPr>
                <w:b/>
              </w:rPr>
            </w:pPr>
            <w:r w:rsidRPr="004F7AC0">
              <w:rPr>
                <w:b/>
              </w:rPr>
              <w:t>Description of Change</w:t>
            </w:r>
          </w:p>
        </w:tc>
      </w:tr>
      <w:tr w:rsidR="004F7AC0" w14:paraId="3094E07E" w14:textId="77777777" w:rsidTr="004F7AC0">
        <w:tc>
          <w:tcPr>
            <w:tcW w:w="1705" w:type="dxa"/>
          </w:tcPr>
          <w:p w14:paraId="3094E07B" w14:textId="2241D01E" w:rsidR="004F7AC0" w:rsidRDefault="00F23DC6" w:rsidP="004F7AC0">
            <w:r>
              <w:t>####.## V1</w:t>
            </w:r>
          </w:p>
        </w:tc>
        <w:tc>
          <w:tcPr>
            <w:tcW w:w="1530" w:type="dxa"/>
          </w:tcPr>
          <w:p w14:paraId="3094E07C" w14:textId="73C3F1AE" w:rsidR="004F7AC0" w:rsidRDefault="00F23DC6" w:rsidP="004F7AC0">
            <w:r>
              <w:t>mm/dd/yyyy</w:t>
            </w:r>
          </w:p>
        </w:tc>
        <w:tc>
          <w:tcPr>
            <w:tcW w:w="6115" w:type="dxa"/>
          </w:tcPr>
          <w:p w14:paraId="3094E07D" w14:textId="4DD3CF35" w:rsidR="004F7AC0" w:rsidRDefault="00F23DC6" w:rsidP="004F7AC0">
            <w:r>
              <w:t xml:space="preserve">Original </w:t>
            </w:r>
            <w:r w:rsidR="00031803">
              <w:t>CIO-Approved Version</w:t>
            </w:r>
          </w:p>
        </w:tc>
      </w:tr>
    </w:tbl>
    <w:p w14:paraId="3094E087" w14:textId="77777777" w:rsidR="004F7AC0" w:rsidRDefault="004F7AC0" w:rsidP="004F7AC0"/>
    <w:p w14:paraId="398B16BA" w14:textId="77777777" w:rsidR="00BA0312" w:rsidRDefault="00BA0312" w:rsidP="004F7AC0">
      <w:pPr>
        <w:sectPr w:rsidR="00BA0312" w:rsidSect="00F23DC6">
          <w:footerReference w:type="default" r:id="rId21"/>
          <w:footerReference w:type="first" r:id="rId22"/>
          <w:endnotePr>
            <w:numFmt w:val="lowerLetter"/>
          </w:endnotePr>
          <w:pgSz w:w="12240" w:h="15840"/>
          <w:pgMar w:top="1440" w:right="1440" w:bottom="1440" w:left="1440" w:header="720" w:footer="720" w:gutter="0"/>
          <w:cols w:space="720"/>
          <w:docGrid w:linePitch="360"/>
        </w:sectPr>
      </w:pPr>
    </w:p>
    <w:p w14:paraId="2AEA26A1" w14:textId="38A60A41" w:rsidR="00BA0312" w:rsidRPr="003E7DEF" w:rsidRDefault="00BA0312" w:rsidP="00BA0312">
      <w:pPr>
        <w:pStyle w:val="18SectionTitle"/>
      </w:pPr>
      <w:r>
        <w:t>Enclosure #1 Title</w:t>
      </w:r>
    </w:p>
    <w:p w14:paraId="73D8CA93" w14:textId="77777777" w:rsidR="00BA0312" w:rsidRDefault="00BA0312" w:rsidP="00BA0312"/>
    <w:p w14:paraId="56DC3BC9" w14:textId="1C0C7129" w:rsidR="00BA0312" w:rsidRDefault="00BA0312" w:rsidP="00BA0312">
      <w:r>
        <w:t xml:space="preserve">[Include optional enclosures beginning here.  </w:t>
      </w:r>
      <w:r w:rsidR="007826E8">
        <w:t xml:space="preserve">The Enclosure section acts as an appendix.  Enclose supporting documentation to the policy as an enclosure.  </w:t>
      </w:r>
      <w:r>
        <w:t xml:space="preserve">Replace Enclosure #1 Title above with the actual title of the enclosure.  You may include multiple enclosures.  Each enclosure should have its own title.  All enclosures provided </w:t>
      </w:r>
      <w:r w:rsidR="00BC6804">
        <w:t>must be listed after the CIO signature (see instructions for listing enclosures on the signature page.  Enclosures should be included here in the order listed after the signature.</w:t>
      </w:r>
      <w:r>
        <w:t xml:space="preserve">  </w:t>
      </w:r>
      <w:r w:rsidR="00BC6804">
        <w:t xml:space="preserve">If the policy does not include any enclosures, delete this section.  </w:t>
      </w:r>
      <w:r>
        <w:t>Delete this text.]</w:t>
      </w:r>
    </w:p>
    <w:p w14:paraId="5DDC438C" w14:textId="77777777" w:rsidR="00BA0312" w:rsidRDefault="00BA0312" w:rsidP="00BA0312"/>
    <w:p w14:paraId="66182B52" w14:textId="0BF4BF2C" w:rsidR="00BA0312" w:rsidRDefault="00BC6804" w:rsidP="00BA0312">
      <w:pPr>
        <w:pStyle w:val="Heading5"/>
      </w:pPr>
      <w:r>
        <w:t>Section Header</w:t>
      </w:r>
    </w:p>
    <w:p w14:paraId="4842E458" w14:textId="2CF04BDE" w:rsidR="00BA0312" w:rsidRDefault="00BC6804" w:rsidP="00BA0312">
      <w:r>
        <w:t>[If the enclosure includes sections, use the section header style above</w:t>
      </w:r>
      <w:r w:rsidR="00BA0312">
        <w:t>.</w:t>
      </w:r>
      <w:r>
        <w:t xml:space="preserve">  Sections can be in paragraph style or in list style as shown below.  Sections are not required for enclosures.  Enclosures can be figures, tables, graphs or documents.  Enclosure styles are not bound by the same styling rules as the actual policy, </w:t>
      </w:r>
      <w:r w:rsidR="007826E8">
        <w:t>but should resemble the look and feel of the policy style as much as possible.  A</w:t>
      </w:r>
      <w:r>
        <w:t>ll enclosures must have a title as shown at the top of the page.</w:t>
      </w:r>
      <w:r w:rsidR="007826E8">
        <w:t xml:space="preserve">  Delete this text.</w:t>
      </w:r>
      <w:r>
        <w:t xml:space="preserve">] </w:t>
      </w:r>
    </w:p>
    <w:p w14:paraId="493EF1F7" w14:textId="77777777" w:rsidR="00BA0312" w:rsidRDefault="00BA0312" w:rsidP="00BA0312"/>
    <w:p w14:paraId="0ED55D16" w14:textId="05EE8F0B" w:rsidR="00BA0312" w:rsidRDefault="00BC6804" w:rsidP="00BA0312">
      <w:pPr>
        <w:pStyle w:val="Heading5"/>
      </w:pPr>
      <w:r>
        <w:t>Section Header</w:t>
      </w:r>
    </w:p>
    <w:p w14:paraId="5E7E8F30" w14:textId="00000073" w:rsidR="00BA0312" w:rsidRDefault="007826E8" w:rsidP="00BA0312">
      <w:r>
        <w:t>[Use this section style for items that need to be listed out.  Delete this text.]</w:t>
      </w:r>
    </w:p>
    <w:p w14:paraId="3847FBF4" w14:textId="77777777" w:rsidR="00BA0312" w:rsidRDefault="00BA0312" w:rsidP="00BA0312"/>
    <w:p w14:paraId="3C999F79" w14:textId="5AD6BAA6" w:rsidR="00BA0312" w:rsidRDefault="007826E8" w:rsidP="007826E8">
      <w:pPr>
        <w:pStyle w:val="09aText-NoHeading"/>
        <w:numPr>
          <w:ilvl w:val="0"/>
          <w:numId w:val="8"/>
        </w:numPr>
      </w:pPr>
      <w:r>
        <w:t>[First list item.  Delete this text.]</w:t>
      </w:r>
    </w:p>
    <w:p w14:paraId="6C87CB02" w14:textId="2C209BC0" w:rsidR="00BA0312" w:rsidRDefault="007826E8" w:rsidP="007826E8">
      <w:pPr>
        <w:pStyle w:val="09aText-NoHeading"/>
      </w:pPr>
      <w:r>
        <w:t>[Second list item. Delete this text.]</w:t>
      </w:r>
    </w:p>
    <w:p w14:paraId="3083F4B4" w14:textId="2884EF21" w:rsidR="00BA0312" w:rsidRDefault="007826E8" w:rsidP="007826E8">
      <w:pPr>
        <w:pStyle w:val="141Text-NoHeading"/>
        <w:numPr>
          <w:ilvl w:val="1"/>
          <w:numId w:val="7"/>
        </w:numPr>
      </w:pPr>
      <w:r>
        <w:t>[If the list item has sub-points, use this style.]</w:t>
      </w:r>
    </w:p>
    <w:p w14:paraId="514F634C" w14:textId="773FD6CC" w:rsidR="00BA0312" w:rsidRPr="003E7DEF" w:rsidRDefault="007826E8" w:rsidP="007826E8">
      <w:pPr>
        <w:pStyle w:val="141Text-NoHeading"/>
        <w:numPr>
          <w:ilvl w:val="1"/>
          <w:numId w:val="6"/>
        </w:numPr>
      </w:pPr>
      <w:r>
        <w:t>[Second sub-point.]</w:t>
      </w:r>
    </w:p>
    <w:p w14:paraId="3094E088" w14:textId="35C50E10" w:rsidR="007826E8" w:rsidRDefault="007826E8" w:rsidP="004F7AC0"/>
    <w:p w14:paraId="63B939A0" w14:textId="791493B1" w:rsidR="003E7DEF" w:rsidRPr="007826E8" w:rsidRDefault="007826E8" w:rsidP="007826E8">
      <w:pPr>
        <w:tabs>
          <w:tab w:val="left" w:pos="5359"/>
        </w:tabs>
      </w:pPr>
      <w:r>
        <w:tab/>
      </w:r>
    </w:p>
    <w:sectPr w:rsidR="003E7DEF" w:rsidRPr="007826E8" w:rsidSect="00F23DC6">
      <w:footerReference w:type="default" r:id="rId23"/>
      <w:endnotePr>
        <w:numFmt w:val="lowerLetter"/>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3A054E" w14:textId="77777777" w:rsidR="0092500F" w:rsidRDefault="0092500F"/>
    <w:p w14:paraId="1CEA47B2" w14:textId="77777777" w:rsidR="0092500F" w:rsidRDefault="0092500F"/>
    <w:p w14:paraId="62CD40A4" w14:textId="77777777" w:rsidR="0092500F" w:rsidRDefault="0092500F"/>
  </w:endnote>
  <w:endnote w:type="continuationSeparator" w:id="0">
    <w:p w14:paraId="6691B6C2" w14:textId="77777777" w:rsidR="0092500F" w:rsidRDefault="0092500F" w:rsidP="000B6F25">
      <w:r>
        <w:continuationSeparator/>
      </w:r>
    </w:p>
    <w:p w14:paraId="7F1D1D7E" w14:textId="77777777" w:rsidR="0092500F" w:rsidRDefault="0092500F"/>
    <w:p w14:paraId="1B0175FE" w14:textId="77777777" w:rsidR="0092500F" w:rsidRDefault="0092500F"/>
    <w:p w14:paraId="221857A2" w14:textId="77777777" w:rsidR="0092500F" w:rsidRDefault="009250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4E09C" w14:textId="245A2CFE" w:rsidR="009628B2" w:rsidRPr="00B07D04" w:rsidRDefault="009628B2" w:rsidP="00B07D04">
    <w:pPr>
      <w:pStyle w:val="Footer"/>
      <w:rPr>
        <w:rFonts w:eastAsiaTheme="majorEastAsia" w:cstheme="majorBidi"/>
      </w:rPr>
    </w:pPr>
    <w:r w:rsidRPr="00651EC5">
      <w:rPr>
        <w:rFonts w:asciiTheme="majorHAnsi" w:eastAsiaTheme="majorEastAsia" w:hAnsiTheme="majorHAnsi" w:cstheme="majorBidi"/>
      </w:rPr>
      <w:ptab w:relativeTo="margin" w:alignment="right" w:leader="none"/>
    </w:r>
    <w:r w:rsidRPr="00651EC5">
      <w:rPr>
        <w:rFonts w:cstheme="minorBidi"/>
      </w:rPr>
      <w:fldChar w:fldCharType="begin"/>
    </w:r>
    <w:r w:rsidRPr="00651EC5">
      <w:instrText xml:space="preserve"> PAGE   \* MERGEFORMAT </w:instrText>
    </w:r>
    <w:r w:rsidRPr="00651EC5">
      <w:rPr>
        <w:rFonts w:cstheme="minorBidi"/>
      </w:rPr>
      <w:fldChar w:fldCharType="separate"/>
    </w:r>
    <w:r w:rsidR="003D6D44" w:rsidRPr="003D6D44">
      <w:rPr>
        <w:rFonts w:eastAsiaTheme="majorEastAsia" w:cstheme="majorBidi"/>
        <w:noProof/>
      </w:rPr>
      <w:t>2</w:t>
    </w:r>
    <w:r w:rsidRPr="00651EC5">
      <w:rPr>
        <w:rFonts w:eastAsiaTheme="majorEastAsia" w:cstheme="majorBidi"/>
        <w:noProof/>
      </w:rPr>
      <w:fldChar w:fldCharType="end"/>
    </w:r>
  </w:p>
  <w:p w14:paraId="3094E09D" w14:textId="77777777" w:rsidR="009628B2" w:rsidRDefault="009628B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3643620"/>
      <w:docPartObj>
        <w:docPartGallery w:val="Page Numbers (Bottom of Page)"/>
        <w:docPartUnique/>
      </w:docPartObj>
    </w:sdtPr>
    <w:sdtEndPr>
      <w:rPr>
        <w:noProof/>
      </w:rPr>
    </w:sdtEndPr>
    <w:sdtContent>
      <w:p w14:paraId="40755A4C" w14:textId="78FA01B8" w:rsidR="008A4F4B" w:rsidRDefault="008A4F4B">
        <w:pPr>
          <w:pStyle w:val="Footer"/>
          <w:jc w:val="right"/>
        </w:pPr>
        <w:r>
          <w:fldChar w:fldCharType="begin"/>
        </w:r>
        <w:r>
          <w:instrText xml:space="preserve"> PAGE   \* MERGEFORMAT </w:instrText>
        </w:r>
        <w:r>
          <w:fldChar w:fldCharType="separate"/>
        </w:r>
        <w:r w:rsidR="003D6D44">
          <w:rPr>
            <w:noProof/>
          </w:rPr>
          <w:t>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D4568" w14:textId="370FD92C" w:rsidR="009421C5" w:rsidRPr="00B07D04" w:rsidRDefault="009421C5" w:rsidP="00B07D04">
    <w:pPr>
      <w:pStyle w:val="Footer"/>
      <w:rPr>
        <w:rFonts w:eastAsiaTheme="majorEastAsia" w:cstheme="majorBidi"/>
      </w:rPr>
    </w:pPr>
    <w:r>
      <w:rPr>
        <w:rFonts w:asciiTheme="majorHAnsi" w:eastAsiaTheme="majorEastAsia" w:hAnsiTheme="majorHAnsi" w:cstheme="majorBidi"/>
      </w:rPr>
      <w:t>References</w:t>
    </w:r>
    <w:r w:rsidRPr="00651EC5">
      <w:rPr>
        <w:rFonts w:asciiTheme="majorHAnsi" w:eastAsiaTheme="majorEastAsia" w:hAnsiTheme="majorHAnsi" w:cstheme="majorBidi"/>
      </w:rPr>
      <w:ptab w:relativeTo="margin" w:alignment="right" w:leader="none"/>
    </w:r>
    <w:r w:rsidRPr="00651EC5">
      <w:rPr>
        <w:rFonts w:cstheme="minorBidi"/>
      </w:rPr>
      <w:fldChar w:fldCharType="begin"/>
    </w:r>
    <w:r w:rsidRPr="00651EC5">
      <w:instrText xml:space="preserve"> PAGE   \* MERGEFORMAT </w:instrText>
    </w:r>
    <w:r w:rsidRPr="00651EC5">
      <w:rPr>
        <w:rFonts w:cstheme="minorBidi"/>
      </w:rPr>
      <w:fldChar w:fldCharType="separate"/>
    </w:r>
    <w:r w:rsidR="007826E8" w:rsidRPr="007826E8">
      <w:rPr>
        <w:rFonts w:eastAsiaTheme="majorEastAsia" w:cstheme="majorBidi"/>
        <w:noProof/>
      </w:rPr>
      <w:t>3</w:t>
    </w:r>
    <w:r w:rsidRPr="00651EC5">
      <w:rPr>
        <w:rFonts w:eastAsiaTheme="majorEastAsia" w:cstheme="majorBidi"/>
        <w:noProof/>
      </w:rPr>
      <w:fldChar w:fldCharType="end"/>
    </w:r>
  </w:p>
  <w:p w14:paraId="133C6E44" w14:textId="77777777" w:rsidR="009421C5" w:rsidRDefault="009421C5"/>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CA75C" w14:textId="58A89C88" w:rsidR="000B56CD" w:rsidRPr="00E2364E" w:rsidRDefault="000B56CD" w:rsidP="000B56CD">
    <w:pPr>
      <w:pStyle w:val="Footer"/>
    </w:pPr>
    <w:r>
      <w:t>References</w:t>
    </w:r>
    <w:r w:rsidRPr="00E2364E">
      <w:ptab w:relativeTo="margin" w:alignment="right" w:leader="none"/>
    </w:r>
    <w:r w:rsidRPr="00E2364E">
      <w:fldChar w:fldCharType="begin"/>
    </w:r>
    <w:r w:rsidRPr="00E2364E">
      <w:instrText xml:space="preserve"> PAGE   \* MERGEFORMAT </w:instrText>
    </w:r>
    <w:r w:rsidRPr="00E2364E">
      <w:fldChar w:fldCharType="separate"/>
    </w:r>
    <w:r w:rsidR="00F23DC6">
      <w:rPr>
        <w:noProof/>
      </w:rPr>
      <w:t>3</w:t>
    </w:r>
    <w:r w:rsidRPr="00E2364E">
      <w:fldChar w:fldCharType="end"/>
    </w:r>
  </w:p>
  <w:p w14:paraId="11C7FF5E" w14:textId="17E794CC" w:rsidR="000B56CD" w:rsidRPr="000B56CD" w:rsidRDefault="000B56CD" w:rsidP="000B56C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1577A" w14:textId="1EDE8D1A" w:rsidR="009421C5" w:rsidRPr="00B07D04" w:rsidRDefault="009421C5" w:rsidP="00B07D04">
    <w:pPr>
      <w:pStyle w:val="Footer"/>
      <w:rPr>
        <w:rFonts w:eastAsiaTheme="majorEastAsia" w:cstheme="majorBidi"/>
      </w:rPr>
    </w:pPr>
    <w:r>
      <w:rPr>
        <w:rFonts w:asciiTheme="majorHAnsi" w:eastAsiaTheme="majorEastAsia" w:hAnsiTheme="majorHAnsi" w:cstheme="majorBidi"/>
      </w:rPr>
      <w:t>Glossary</w:t>
    </w:r>
    <w:r w:rsidRPr="00651EC5">
      <w:rPr>
        <w:rFonts w:asciiTheme="majorHAnsi" w:eastAsiaTheme="majorEastAsia" w:hAnsiTheme="majorHAnsi" w:cstheme="majorBidi"/>
      </w:rPr>
      <w:ptab w:relativeTo="margin" w:alignment="right" w:leader="none"/>
    </w:r>
    <w:r w:rsidRPr="00651EC5">
      <w:rPr>
        <w:rFonts w:cstheme="minorBidi"/>
      </w:rPr>
      <w:fldChar w:fldCharType="begin"/>
    </w:r>
    <w:r w:rsidRPr="00651EC5">
      <w:instrText xml:space="preserve"> PAGE   \* MERGEFORMAT </w:instrText>
    </w:r>
    <w:r w:rsidRPr="00651EC5">
      <w:rPr>
        <w:rFonts w:cstheme="minorBidi"/>
      </w:rPr>
      <w:fldChar w:fldCharType="separate"/>
    </w:r>
    <w:r w:rsidR="007826E8" w:rsidRPr="007826E8">
      <w:rPr>
        <w:rFonts w:eastAsiaTheme="majorEastAsia" w:cstheme="majorBidi"/>
        <w:noProof/>
      </w:rPr>
      <w:t>4</w:t>
    </w:r>
    <w:r w:rsidRPr="00651EC5">
      <w:rPr>
        <w:rFonts w:eastAsiaTheme="majorEastAsia" w:cstheme="majorBidi"/>
        <w:noProof/>
      </w:rPr>
      <w:fldChar w:fldCharType="end"/>
    </w:r>
  </w:p>
  <w:p w14:paraId="06A5B5BF" w14:textId="77777777" w:rsidR="009421C5" w:rsidRDefault="009421C5"/>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0137781"/>
      <w:docPartObj>
        <w:docPartGallery w:val="Page Numbers (Bottom of Page)"/>
        <w:docPartUnique/>
      </w:docPartObj>
    </w:sdtPr>
    <w:sdtEndPr>
      <w:rPr>
        <w:noProof/>
      </w:rPr>
    </w:sdtEndPr>
    <w:sdtContent>
      <w:p w14:paraId="5EA0331C" w14:textId="0768C304" w:rsidR="000B56CD" w:rsidRPr="00E2364E" w:rsidRDefault="000B56CD" w:rsidP="000B56CD">
        <w:pPr>
          <w:pStyle w:val="Footer"/>
        </w:pPr>
        <w:r>
          <w:t>Glossary</w:t>
        </w:r>
        <w:r w:rsidRPr="00E2364E">
          <w:ptab w:relativeTo="margin" w:alignment="right" w:leader="none"/>
        </w:r>
        <w:r w:rsidRPr="00E2364E">
          <w:fldChar w:fldCharType="begin"/>
        </w:r>
        <w:r w:rsidRPr="00E2364E">
          <w:instrText xml:space="preserve"> PAGE   \* MERGEFORMAT </w:instrText>
        </w:r>
        <w:r w:rsidRPr="00E2364E">
          <w:fldChar w:fldCharType="separate"/>
        </w:r>
        <w:r w:rsidR="00F23DC6">
          <w:rPr>
            <w:noProof/>
          </w:rPr>
          <w:t>4</w:t>
        </w:r>
        <w:r w:rsidRPr="00E2364E">
          <w:fldChar w:fldCharType="end"/>
        </w:r>
      </w:p>
      <w:p w14:paraId="3417A2D6" w14:textId="2A83A20F" w:rsidR="008A4F4B" w:rsidRDefault="003D6D44" w:rsidP="008A4F4B">
        <w:pPr>
          <w:pStyle w:val="Footer"/>
          <w:jc w:val="right"/>
        </w:pP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CC89C" w14:textId="5400FCC5" w:rsidR="009421C5" w:rsidRPr="00B07D04" w:rsidRDefault="009421C5" w:rsidP="00B07D04">
    <w:pPr>
      <w:pStyle w:val="Footer"/>
      <w:rPr>
        <w:rFonts w:eastAsiaTheme="majorEastAsia" w:cstheme="majorBidi"/>
      </w:rPr>
    </w:pPr>
    <w:r>
      <w:rPr>
        <w:rFonts w:asciiTheme="majorHAnsi" w:eastAsiaTheme="majorEastAsia" w:hAnsiTheme="majorHAnsi" w:cstheme="majorBidi"/>
      </w:rPr>
      <w:t>Change History</w:t>
    </w:r>
    <w:r w:rsidRPr="00651EC5">
      <w:rPr>
        <w:rFonts w:asciiTheme="majorHAnsi" w:eastAsiaTheme="majorEastAsia" w:hAnsiTheme="majorHAnsi" w:cstheme="majorBidi"/>
      </w:rPr>
      <w:ptab w:relativeTo="margin" w:alignment="right" w:leader="none"/>
    </w:r>
    <w:r w:rsidRPr="00651EC5">
      <w:rPr>
        <w:rFonts w:cstheme="minorBidi"/>
      </w:rPr>
      <w:fldChar w:fldCharType="begin"/>
    </w:r>
    <w:r w:rsidRPr="00651EC5">
      <w:instrText xml:space="preserve"> PAGE   \* MERGEFORMAT </w:instrText>
    </w:r>
    <w:r w:rsidRPr="00651EC5">
      <w:rPr>
        <w:rFonts w:cstheme="minorBidi"/>
      </w:rPr>
      <w:fldChar w:fldCharType="separate"/>
    </w:r>
    <w:r w:rsidR="005B3475" w:rsidRPr="005B3475">
      <w:rPr>
        <w:rFonts w:eastAsiaTheme="majorEastAsia" w:cstheme="majorBidi"/>
        <w:noProof/>
      </w:rPr>
      <w:t>5</w:t>
    </w:r>
    <w:r w:rsidRPr="00651EC5">
      <w:rPr>
        <w:rFonts w:eastAsiaTheme="majorEastAsia" w:cstheme="majorBidi"/>
        <w:noProof/>
      </w:rPr>
      <w:fldChar w:fldCharType="end"/>
    </w:r>
  </w:p>
  <w:p w14:paraId="0648F7B8" w14:textId="77777777" w:rsidR="009421C5" w:rsidRDefault="009421C5"/>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F83F4" w14:textId="726AE3D9" w:rsidR="000B56CD" w:rsidRPr="00E2364E" w:rsidRDefault="000B56CD" w:rsidP="000B56CD">
    <w:pPr>
      <w:pStyle w:val="Footer"/>
    </w:pPr>
    <w:r>
      <w:t>Change History</w:t>
    </w:r>
    <w:r w:rsidRPr="00E2364E">
      <w:ptab w:relativeTo="margin" w:alignment="right" w:leader="none"/>
    </w:r>
    <w:r w:rsidRPr="00E2364E">
      <w:fldChar w:fldCharType="begin"/>
    </w:r>
    <w:r w:rsidRPr="00E2364E">
      <w:instrText xml:space="preserve"> PAGE   \* MERGEFORMAT </w:instrText>
    </w:r>
    <w:r w:rsidRPr="00E2364E">
      <w:fldChar w:fldCharType="separate"/>
    </w:r>
    <w:r w:rsidR="00F23DC6">
      <w:rPr>
        <w:noProof/>
      </w:rPr>
      <w:t>5</w:t>
    </w:r>
    <w:r w:rsidRPr="00E2364E">
      <w:fldChar w:fldCharType="end"/>
    </w:r>
  </w:p>
  <w:p w14:paraId="1029B75A" w14:textId="01AE542B" w:rsidR="008A4F4B" w:rsidRDefault="008A4F4B" w:rsidP="000B56C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6A979" w14:textId="4F95C142" w:rsidR="007826E8" w:rsidRDefault="007826E8">
    <w:pPr>
      <w:pStyle w:val="Footer"/>
      <w:jc w:val="right"/>
    </w:pPr>
    <w:r>
      <w:rPr>
        <w:rFonts w:asciiTheme="majorHAnsi" w:eastAsiaTheme="majorEastAsia" w:hAnsiTheme="majorHAnsi" w:cstheme="majorBidi"/>
      </w:rPr>
      <w:t>Enclosure #1 Title</w:t>
    </w:r>
    <w:r>
      <w:t xml:space="preserve"> </w:t>
    </w:r>
    <w:r>
      <w:tab/>
    </w:r>
    <w:r>
      <w:tab/>
    </w:r>
    <w:sdt>
      <w:sdtPr>
        <w:id w:val="32547877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5B3475">
          <w:rPr>
            <w:noProof/>
          </w:rPr>
          <w:t>6</w:t>
        </w:r>
        <w:r>
          <w:rPr>
            <w:noProof/>
          </w:rPr>
          <w:fldChar w:fldCharType="end"/>
        </w:r>
      </w:sdtContent>
    </w:sdt>
  </w:p>
  <w:p w14:paraId="62B68907" w14:textId="77777777" w:rsidR="00BA0312" w:rsidRDefault="00BA031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0F4FE4" w14:textId="77777777" w:rsidR="0092500F" w:rsidRDefault="0092500F" w:rsidP="000B6F25">
      <w:r>
        <w:separator/>
      </w:r>
    </w:p>
    <w:p w14:paraId="7B788FA7" w14:textId="77777777" w:rsidR="0092500F" w:rsidRDefault="0092500F"/>
    <w:p w14:paraId="5B2BF1DA" w14:textId="77777777" w:rsidR="0092500F" w:rsidRDefault="0092500F"/>
    <w:p w14:paraId="3FEA1F86" w14:textId="77777777" w:rsidR="0092500F" w:rsidRDefault="0092500F"/>
  </w:footnote>
  <w:footnote w:type="continuationSeparator" w:id="0">
    <w:p w14:paraId="7F26CF42" w14:textId="77777777" w:rsidR="0092500F" w:rsidRDefault="0092500F" w:rsidP="000B6F25">
      <w:r>
        <w:continuationSeparator/>
      </w:r>
    </w:p>
    <w:p w14:paraId="0EEA0247" w14:textId="77777777" w:rsidR="0092500F" w:rsidRDefault="0092500F"/>
    <w:p w14:paraId="42661577" w14:textId="77777777" w:rsidR="0092500F" w:rsidRDefault="0092500F"/>
    <w:p w14:paraId="61524E7F" w14:textId="77777777" w:rsidR="0092500F" w:rsidRDefault="0092500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6F08D" w14:textId="0C08C820" w:rsidR="00F23DC6" w:rsidRPr="00614DD1" w:rsidRDefault="003D6D44" w:rsidP="00F23DC6">
    <w:pPr>
      <w:pStyle w:val="19PageHeader"/>
    </w:pPr>
    <w:sdt>
      <w:sdtPr>
        <w:id w:val="-1899046226"/>
        <w:docPartObj>
          <w:docPartGallery w:val="Watermarks"/>
          <w:docPartUnique/>
        </w:docPartObj>
      </w:sdtPr>
      <w:sdtEndPr/>
      <w:sdtContent>
        <w:r>
          <w:rPr>
            <w:noProof/>
          </w:rPr>
          <w:pict w14:anchorId="3094E0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70517" o:spid="_x0000_s2049" type="#_x0000_t136" style="position:absolute;left:0;text-align:left;margin-left:0;margin-top:0;width:468pt;height:280.8pt;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23DC6" w:rsidRPr="00F23DC6">
      <w:t xml:space="preserve"> </w:t>
    </w:r>
    <w:sdt>
      <w:sdtPr>
        <w:id w:val="-672801418"/>
        <w:docPartObj>
          <w:docPartGallery w:val="Watermarks"/>
          <w:docPartUnique/>
        </w:docPartObj>
      </w:sdtPr>
      <w:sdtEndPr/>
      <w:sdtContent>
        <w:r>
          <w:rPr>
            <w:noProof/>
          </w:rPr>
          <w:pict w14:anchorId="687BAEF1">
            <v:shape id="_x0000_s2052" type="#_x0000_t136" style="position:absolute;left:0;text-align:left;margin-left:0;margin-top:0;width:468pt;height:280.8pt;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23DC6" w:rsidRPr="00795CEE">
      <w:t xml:space="preserve"> </w:t>
    </w:r>
    <w:sdt>
      <w:sdtPr>
        <w:alias w:val="Issuance type"/>
        <w:tag w:val="Issuance type"/>
        <w:id w:val="1884902149"/>
        <w:placeholder>
          <w:docPart w:val="FCC98426BC144599A661337D24CFA466"/>
        </w:placeholder>
        <w:showingPlcHdr/>
        <w:comboBox>
          <w:listItem w:value="Choose an item."/>
          <w:listItem w:displayText="SSADIR" w:value="SSADIR"/>
          <w:listItem w:displayText="SSAPOL" w:value="SSAPOL"/>
        </w:comboBox>
      </w:sdtPr>
      <w:sdtEndPr/>
      <w:sdtContent>
        <w:r w:rsidR="00F23DC6" w:rsidRPr="00FE62F5">
          <w:rPr>
            <w:rStyle w:val="PlaceholderText"/>
            <w:rFonts w:eastAsiaTheme="majorEastAsia"/>
          </w:rPr>
          <w:t>Choose an item.</w:t>
        </w:r>
      </w:sdtContent>
    </w:sdt>
    <w:r w:rsidR="00F23DC6" w:rsidRPr="00614DD1">
      <w:t xml:space="preserve"> ####.#</w:t>
    </w:r>
    <w:r w:rsidR="00F23DC6">
      <w:t>#</w:t>
    </w:r>
    <w:r w:rsidR="00F23DC6" w:rsidRPr="00614DD1">
      <w:t>, Publication Month Day, Year</w:t>
    </w:r>
    <w:r w:rsidR="00F23DC6">
      <w:t xml:space="preserve"> (Version 1)</w:t>
    </w:r>
  </w:p>
  <w:p w14:paraId="5A9709A4" w14:textId="77777777" w:rsidR="00F23DC6" w:rsidRPr="00A72F4D" w:rsidRDefault="00F23DC6" w:rsidP="00E7468F">
    <w:pPr>
      <w:pStyle w:val="20VersioningPageHeader"/>
    </w:pPr>
    <w:r>
      <w:t>[Include i</w:t>
    </w:r>
    <w:r w:rsidRPr="00A72F4D">
      <w:t>f a</w:t>
    </w:r>
    <w:r>
      <w:t>n updated version. Delete this text.]</w:t>
    </w:r>
    <w:r w:rsidRPr="00A72F4D">
      <w:t xml:space="preserve"> </w:t>
    </w:r>
    <w:r>
      <w:t>Updated</w:t>
    </w:r>
    <w:r w:rsidRPr="00A72F4D">
      <w:t xml:space="preserve"> Month Day, Year</w:t>
    </w:r>
    <w:r>
      <w:t xml:space="preserve"> (Version</w:t>
    </w:r>
    <w:r w:rsidRPr="00A72F4D">
      <w:t xml:space="preserve"> #)</w:t>
    </w:r>
  </w:p>
  <w:p w14:paraId="3094E09B" w14:textId="0D712029" w:rsidR="00F631CF" w:rsidRPr="008A4F4B" w:rsidRDefault="00F631CF" w:rsidP="00AE68FF">
    <w:pPr>
      <w:rPr>
        <w:color w:val="FF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0A0C3" w14:textId="4FEFFC5C" w:rsidR="00AE68FF" w:rsidRDefault="003D6D44" w:rsidP="00F23DC6">
    <w:pPr>
      <w:pStyle w:val="19PageHeader"/>
    </w:pPr>
    <w:sdt>
      <w:sdtPr>
        <w:rPr>
          <w:i w:val="0"/>
        </w:rPr>
        <w:id w:val="2067135159"/>
        <w:docPartObj>
          <w:docPartGallery w:val="Watermarks"/>
          <w:docPartUnique/>
        </w:docPartObj>
      </w:sdtPr>
      <w:sdtEndPr>
        <w:rPr>
          <w:i/>
        </w:rPr>
      </w:sdtEndPr>
      <w:sdtContent>
        <w:r>
          <w:rPr>
            <w:noProof/>
          </w:rPr>
          <w:pict w14:anchorId="4EFF92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468pt;height:280.8pt;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E68FF" w:rsidRPr="008A4F4B">
      <w:t xml:space="preserve"> </w:t>
    </w:r>
    <w:sdt>
      <w:sdtPr>
        <w:id w:val="545714157"/>
        <w:docPartObj>
          <w:docPartGallery w:val="Watermarks"/>
          <w:docPartUnique/>
        </w:docPartObj>
      </w:sdtPr>
      <w:sdtEndPr/>
      <w:sdtContent>
        <w:r>
          <w:rPr>
            <w:noProof/>
          </w:rPr>
          <w:pict w14:anchorId="4CB158C0">
            <v:shape id="_x0000_s2051" type="#_x0000_t136" style="position:absolute;left:0;text-align:left;margin-left:0;margin-top:0;width:468pt;height:280.8pt;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20288"/>
    <w:multiLevelType w:val="multilevel"/>
    <w:tmpl w:val="B0682F18"/>
    <w:styleLink w:val="Attempt1"/>
    <w:lvl w:ilvl="0">
      <w:start w:val="1"/>
      <w:numFmt w:val="decimal"/>
      <w:lvlText w:val="Section %1"/>
      <w:lvlJc w:val="center"/>
      <w:pPr>
        <w:tabs>
          <w:tab w:val="num" w:pos="288"/>
        </w:tabs>
        <w:ind w:left="0" w:firstLine="288"/>
      </w:pPr>
      <w:rPr>
        <w:rFonts w:hint="default"/>
        <w:caps/>
        <w:smallCaps/>
        <w:strike w:val="0"/>
        <w:dstrike w:val="0"/>
        <w:vanish w:val="0"/>
        <w:color w:val="17365D" w:themeColor="text2" w:themeShade="BF"/>
        <w:vertAlign w:val="baseline"/>
      </w:rPr>
    </w:lvl>
    <w:lvl w:ilvl="1">
      <w:start w:val="1"/>
      <w:numFmt w:val="decimal"/>
      <w:lvlRestart w:val="0"/>
      <w:lvlText w:val="%1.%2."/>
      <w:lvlJc w:val="left"/>
      <w:pPr>
        <w:ind w:left="0" w:firstLine="0"/>
      </w:pPr>
      <w:rPr>
        <w:rFonts w:hint="default"/>
      </w:rPr>
    </w:lvl>
    <w:lvl w:ilvl="2">
      <w:start w:val="1"/>
      <w:numFmt w:val="lowerLetter"/>
      <w:lvlText w:val="%3."/>
      <w:lvlJc w:val="left"/>
      <w:pPr>
        <w:ind w:left="0" w:firstLine="360"/>
      </w:pPr>
      <w:rPr>
        <w:rFonts w:hint="default"/>
      </w:rPr>
    </w:lvl>
    <w:lvl w:ilvl="3">
      <w:start w:val="1"/>
      <w:numFmt w:val="decimal"/>
      <w:lvlText w:val="(%4)"/>
      <w:lvlJc w:val="left"/>
      <w:pPr>
        <w:ind w:left="0" w:firstLine="720"/>
      </w:pPr>
      <w:rPr>
        <w:rFonts w:hint="default"/>
      </w:rPr>
    </w:lvl>
    <w:lvl w:ilvl="4">
      <w:start w:val="1"/>
      <w:numFmt w:val="lowerLetter"/>
      <w:lvlText w:val="(%5)"/>
      <w:lvlJc w:val="left"/>
      <w:pPr>
        <w:ind w:left="0" w:firstLine="1080"/>
      </w:pPr>
      <w:rPr>
        <w:rFonts w:hint="default"/>
      </w:rPr>
    </w:lvl>
    <w:lvl w:ilvl="5">
      <w:start w:val="1"/>
      <w:numFmt w:val="decimal"/>
      <w:lvlText w:val="%6."/>
      <w:lvlJc w:val="left"/>
      <w:pPr>
        <w:ind w:left="0" w:firstLine="1440"/>
      </w:pPr>
      <w:rPr>
        <w:rFonts w:hint="default"/>
      </w:rPr>
    </w:lvl>
    <w:lvl w:ilvl="6">
      <w:start w:val="1"/>
      <w:numFmt w:val="lowerLetter"/>
      <w:lvlText w:val="%7."/>
      <w:lvlJc w:val="left"/>
      <w:pPr>
        <w:ind w:left="0" w:firstLine="1800"/>
      </w:pPr>
      <w:rPr>
        <w:rFonts w:hint="default"/>
      </w:rPr>
    </w:lvl>
    <w:lvl w:ilvl="7">
      <w:start w:val="1"/>
      <w:numFmt w:val="none"/>
      <w:lvlText w:val="%8"/>
      <w:lvlJc w:val="left"/>
      <w:pPr>
        <w:ind w:left="0" w:firstLine="0"/>
      </w:pPr>
      <w:rPr>
        <w:rFonts w:hint="default"/>
      </w:rPr>
    </w:lvl>
    <w:lvl w:ilvl="8">
      <w:start w:val="1"/>
      <w:numFmt w:val="none"/>
      <w:lvlRestart w:val="7"/>
      <w:lvlText w:val="%9"/>
      <w:lvlJc w:val="left"/>
      <w:pPr>
        <w:ind w:left="0" w:firstLine="0"/>
      </w:pPr>
      <w:rPr>
        <w:rFonts w:hint="default"/>
      </w:rPr>
    </w:lvl>
  </w:abstractNum>
  <w:abstractNum w:abstractNumId="1" w15:restartNumberingAfterBreak="0">
    <w:nsid w:val="24E93997"/>
    <w:multiLevelType w:val="hybridMultilevel"/>
    <w:tmpl w:val="B88EBE02"/>
    <w:lvl w:ilvl="0" w:tplc="F6DA92D6">
      <w:start w:val="3"/>
      <w:numFmt w:val="lowerLetter"/>
      <w:pStyle w:val="09aText-NoHeading"/>
      <w:lvlText w:val="%1."/>
      <w:lvlJc w:val="right"/>
      <w:pPr>
        <w:ind w:left="720" w:hanging="360"/>
      </w:pPr>
      <w:rPr>
        <w:rFonts w:hint="default"/>
      </w:rPr>
    </w:lvl>
    <w:lvl w:ilvl="1" w:tplc="0F9AEEDA">
      <w:start w:val="1"/>
      <w:numFmt w:val="bullet"/>
      <w:pStyle w:val="18PurposeSub-Bullets"/>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3771B1"/>
    <w:multiLevelType w:val="hybridMultilevel"/>
    <w:tmpl w:val="DDC69130"/>
    <w:lvl w:ilvl="0" w:tplc="70FE45E8">
      <w:start w:val="1"/>
      <w:numFmt w:val="decimal"/>
      <w:pStyle w:val="07MainNumberedHeading"/>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D410D0"/>
    <w:multiLevelType w:val="multilevel"/>
    <w:tmpl w:val="C70493EC"/>
    <w:lvl w:ilvl="0">
      <w:start w:val="1"/>
      <w:numFmt w:val="low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u w:val="single"/>
      </w:rPr>
    </w:lvl>
    <w:lvl w:ilvl="4">
      <w:start w:val="1"/>
      <w:numFmt w:val="lowerRoman"/>
      <w:lvlText w:val="%5."/>
      <w:lvlJc w:val="left"/>
      <w:pPr>
        <w:ind w:left="3600" w:hanging="360"/>
      </w:pPr>
      <w:rPr>
        <w:rFonts w:hint="default"/>
        <w:u w:val="single"/>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75CC556E"/>
    <w:multiLevelType w:val="hybridMultilevel"/>
    <w:tmpl w:val="9036FA68"/>
    <w:lvl w:ilvl="0" w:tplc="6832DE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E8D3D3C"/>
    <w:multiLevelType w:val="multilevel"/>
    <w:tmpl w:val="556A55F0"/>
    <w:lvl w:ilvl="0">
      <w:start w:val="1"/>
      <w:numFmt w:val="lowerLetter"/>
      <w:pStyle w:val="10aHeading"/>
      <w:lvlText w:val="%1."/>
      <w:lvlJc w:val="left"/>
      <w:pPr>
        <w:ind w:left="720" w:hanging="360"/>
      </w:pPr>
      <w:rPr>
        <w:rFonts w:hint="default"/>
      </w:rPr>
    </w:lvl>
    <w:lvl w:ilvl="1">
      <w:start w:val="1"/>
      <w:numFmt w:val="decimal"/>
      <w:pStyle w:val="141Text-NoHeading"/>
      <w:lvlText w:val="(%2)"/>
      <w:lvlJc w:val="left"/>
      <w:pPr>
        <w:ind w:left="1440" w:hanging="360"/>
      </w:pPr>
      <w:rPr>
        <w:rFonts w:hint="default"/>
      </w:rPr>
    </w:lvl>
    <w:lvl w:ilvl="2">
      <w:start w:val="1"/>
      <w:numFmt w:val="lowerRoman"/>
      <w:pStyle w:val="15iText"/>
      <w:lvlText w:val="%3."/>
      <w:lvlJc w:val="right"/>
      <w:pPr>
        <w:ind w:left="2160" w:hanging="180"/>
      </w:pPr>
      <w:rPr>
        <w:rFonts w:hint="default"/>
      </w:rPr>
    </w:lvl>
    <w:lvl w:ilvl="3">
      <w:start w:val="1"/>
      <w:numFmt w:val="decimal"/>
      <w:pStyle w:val="161underlinedText"/>
      <w:lvlText w:val="%4."/>
      <w:lvlJc w:val="left"/>
      <w:pPr>
        <w:ind w:left="2880" w:hanging="360"/>
      </w:pPr>
      <w:rPr>
        <w:rFonts w:hint="default"/>
        <w:u w:val="single"/>
      </w:rPr>
    </w:lvl>
    <w:lvl w:ilvl="4">
      <w:start w:val="1"/>
      <w:numFmt w:val="lowerRoman"/>
      <w:pStyle w:val="17iunderlinedtext"/>
      <w:lvlText w:val="%5."/>
      <w:lvlJc w:val="left"/>
      <w:pPr>
        <w:ind w:left="3600" w:hanging="360"/>
      </w:pPr>
      <w:rPr>
        <w:rFonts w:hint="default"/>
        <w:u w:val="single"/>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2"/>
  </w:num>
  <w:num w:numId="3">
    <w:abstractNumId w:val="4"/>
  </w:num>
  <w:num w:numId="4">
    <w:abstractNumId w:val="5"/>
  </w:num>
  <w:num w:numId="5">
    <w:abstractNumId w:val="1"/>
  </w:num>
  <w:num w:numId="6">
    <w:abstractNumId w:val="3"/>
  </w:num>
  <w:num w:numId="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num>
  <w:num w:numId="9">
    <w:abstractNumId w:val="1"/>
    <w:lvlOverride w:ilvl="0">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revisionView w:inkAnnotations="0"/>
  <w:styleLockTheme/>
  <w:styleLockQFSet/>
  <w:defaultTabStop w:val="360"/>
  <w:characterSpacingControl w:val="doNotCompress"/>
  <w:hdrShapeDefaults>
    <o:shapedefaults v:ext="edit" spidmax="2053"/>
    <o:shapelayout v:ext="edit">
      <o:idmap v:ext="edit" data="2"/>
    </o:shapelayout>
  </w:hdrShapeDefaults>
  <w:footnotePr>
    <w:footnote w:id="-1"/>
    <w:footnote w:id="0"/>
  </w:footnotePr>
  <w:endnotePr>
    <w:numFmt w:val="lowerLette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827"/>
    <w:rsid w:val="00005879"/>
    <w:rsid w:val="00007A38"/>
    <w:rsid w:val="00013588"/>
    <w:rsid w:val="00017755"/>
    <w:rsid w:val="00020162"/>
    <w:rsid w:val="00021F68"/>
    <w:rsid w:val="00023A08"/>
    <w:rsid w:val="00030442"/>
    <w:rsid w:val="00031803"/>
    <w:rsid w:val="00035243"/>
    <w:rsid w:val="0004387C"/>
    <w:rsid w:val="000438D1"/>
    <w:rsid w:val="000473B4"/>
    <w:rsid w:val="00052607"/>
    <w:rsid w:val="00052C37"/>
    <w:rsid w:val="00060129"/>
    <w:rsid w:val="000625E5"/>
    <w:rsid w:val="00066C8C"/>
    <w:rsid w:val="000717F8"/>
    <w:rsid w:val="00072E14"/>
    <w:rsid w:val="00072EED"/>
    <w:rsid w:val="00081378"/>
    <w:rsid w:val="000815C8"/>
    <w:rsid w:val="00085A50"/>
    <w:rsid w:val="000A5F0B"/>
    <w:rsid w:val="000B451B"/>
    <w:rsid w:val="000B56CD"/>
    <w:rsid w:val="000B651B"/>
    <w:rsid w:val="000B6F25"/>
    <w:rsid w:val="000B7188"/>
    <w:rsid w:val="000B743D"/>
    <w:rsid w:val="000C1916"/>
    <w:rsid w:val="000D09DF"/>
    <w:rsid w:val="000D245D"/>
    <w:rsid w:val="000D2B0A"/>
    <w:rsid w:val="000E533E"/>
    <w:rsid w:val="000F0B64"/>
    <w:rsid w:val="00100461"/>
    <w:rsid w:val="00111326"/>
    <w:rsid w:val="001127EB"/>
    <w:rsid w:val="001168E1"/>
    <w:rsid w:val="00120B6C"/>
    <w:rsid w:val="001418C0"/>
    <w:rsid w:val="001426C5"/>
    <w:rsid w:val="001807F1"/>
    <w:rsid w:val="00182261"/>
    <w:rsid w:val="00186047"/>
    <w:rsid w:val="001A203C"/>
    <w:rsid w:val="001A62FD"/>
    <w:rsid w:val="001A6B24"/>
    <w:rsid w:val="001B4B00"/>
    <w:rsid w:val="001D547E"/>
    <w:rsid w:val="001F40B3"/>
    <w:rsid w:val="001F4E89"/>
    <w:rsid w:val="0020404F"/>
    <w:rsid w:val="00207536"/>
    <w:rsid w:val="00210C43"/>
    <w:rsid w:val="00214DC9"/>
    <w:rsid w:val="00221ED6"/>
    <w:rsid w:val="00224C2B"/>
    <w:rsid w:val="002305FE"/>
    <w:rsid w:val="00231F28"/>
    <w:rsid w:val="002444AD"/>
    <w:rsid w:val="0024763E"/>
    <w:rsid w:val="00253875"/>
    <w:rsid w:val="00254452"/>
    <w:rsid w:val="00255DD0"/>
    <w:rsid w:val="00263663"/>
    <w:rsid w:val="00263B03"/>
    <w:rsid w:val="0027355D"/>
    <w:rsid w:val="002739F1"/>
    <w:rsid w:val="00276106"/>
    <w:rsid w:val="00276A58"/>
    <w:rsid w:val="00292D9F"/>
    <w:rsid w:val="00294B28"/>
    <w:rsid w:val="00294D4E"/>
    <w:rsid w:val="002A4803"/>
    <w:rsid w:val="002B07D0"/>
    <w:rsid w:val="002C3BCD"/>
    <w:rsid w:val="002D040C"/>
    <w:rsid w:val="002D55F9"/>
    <w:rsid w:val="002D6060"/>
    <w:rsid w:val="002E42E1"/>
    <w:rsid w:val="002F3770"/>
    <w:rsid w:val="0030015A"/>
    <w:rsid w:val="00311CC2"/>
    <w:rsid w:val="00311DD4"/>
    <w:rsid w:val="00313A56"/>
    <w:rsid w:val="00314114"/>
    <w:rsid w:val="00324319"/>
    <w:rsid w:val="0034044D"/>
    <w:rsid w:val="00344AE8"/>
    <w:rsid w:val="0034700B"/>
    <w:rsid w:val="00353772"/>
    <w:rsid w:val="00356828"/>
    <w:rsid w:val="00357C06"/>
    <w:rsid w:val="00362197"/>
    <w:rsid w:val="00373A13"/>
    <w:rsid w:val="003805E6"/>
    <w:rsid w:val="00383663"/>
    <w:rsid w:val="0038692B"/>
    <w:rsid w:val="00390AC3"/>
    <w:rsid w:val="00397AD0"/>
    <w:rsid w:val="003B27FE"/>
    <w:rsid w:val="003B3604"/>
    <w:rsid w:val="003C3C83"/>
    <w:rsid w:val="003C6B08"/>
    <w:rsid w:val="003C7A7E"/>
    <w:rsid w:val="003D2C02"/>
    <w:rsid w:val="003D6D44"/>
    <w:rsid w:val="003D7AFC"/>
    <w:rsid w:val="003E7DEF"/>
    <w:rsid w:val="003F4EAD"/>
    <w:rsid w:val="003F6FD2"/>
    <w:rsid w:val="00400438"/>
    <w:rsid w:val="00420DBD"/>
    <w:rsid w:val="004264B3"/>
    <w:rsid w:val="004267DD"/>
    <w:rsid w:val="00437FB7"/>
    <w:rsid w:val="004454B6"/>
    <w:rsid w:val="004543C3"/>
    <w:rsid w:val="0046174B"/>
    <w:rsid w:val="004678D6"/>
    <w:rsid w:val="00480A57"/>
    <w:rsid w:val="004823A5"/>
    <w:rsid w:val="0048273F"/>
    <w:rsid w:val="00482750"/>
    <w:rsid w:val="004872BA"/>
    <w:rsid w:val="004A4C2B"/>
    <w:rsid w:val="004A50F0"/>
    <w:rsid w:val="004B4B0F"/>
    <w:rsid w:val="004B7063"/>
    <w:rsid w:val="004B7DE4"/>
    <w:rsid w:val="004D06BE"/>
    <w:rsid w:val="004D25D2"/>
    <w:rsid w:val="004D4F0E"/>
    <w:rsid w:val="004E0379"/>
    <w:rsid w:val="004E17BC"/>
    <w:rsid w:val="004F7AC0"/>
    <w:rsid w:val="004F7E9A"/>
    <w:rsid w:val="00511F15"/>
    <w:rsid w:val="00512816"/>
    <w:rsid w:val="0051470C"/>
    <w:rsid w:val="00520CBA"/>
    <w:rsid w:val="005232F1"/>
    <w:rsid w:val="0052484C"/>
    <w:rsid w:val="00525301"/>
    <w:rsid w:val="00533F58"/>
    <w:rsid w:val="005457F4"/>
    <w:rsid w:val="005634E0"/>
    <w:rsid w:val="005712C3"/>
    <w:rsid w:val="0058625A"/>
    <w:rsid w:val="00586B85"/>
    <w:rsid w:val="005A2826"/>
    <w:rsid w:val="005B0628"/>
    <w:rsid w:val="005B3475"/>
    <w:rsid w:val="005D6B40"/>
    <w:rsid w:val="005E7D90"/>
    <w:rsid w:val="005F04C3"/>
    <w:rsid w:val="0060620E"/>
    <w:rsid w:val="00610F45"/>
    <w:rsid w:val="00611B00"/>
    <w:rsid w:val="00614EBD"/>
    <w:rsid w:val="00616528"/>
    <w:rsid w:val="00621621"/>
    <w:rsid w:val="00621E67"/>
    <w:rsid w:val="006244E2"/>
    <w:rsid w:val="00625E7B"/>
    <w:rsid w:val="00632092"/>
    <w:rsid w:val="00637656"/>
    <w:rsid w:val="0064422C"/>
    <w:rsid w:val="00651EC5"/>
    <w:rsid w:val="0065262C"/>
    <w:rsid w:val="00655111"/>
    <w:rsid w:val="00657AF3"/>
    <w:rsid w:val="00664251"/>
    <w:rsid w:val="00666121"/>
    <w:rsid w:val="006663C7"/>
    <w:rsid w:val="00666624"/>
    <w:rsid w:val="00667F54"/>
    <w:rsid w:val="00670FCE"/>
    <w:rsid w:val="00675B48"/>
    <w:rsid w:val="00676C04"/>
    <w:rsid w:val="00682690"/>
    <w:rsid w:val="0069140A"/>
    <w:rsid w:val="006922BC"/>
    <w:rsid w:val="00696EB2"/>
    <w:rsid w:val="006B720E"/>
    <w:rsid w:val="006C0CA6"/>
    <w:rsid w:val="006C38D2"/>
    <w:rsid w:val="006C7681"/>
    <w:rsid w:val="006D3000"/>
    <w:rsid w:val="006F1C87"/>
    <w:rsid w:val="0070463B"/>
    <w:rsid w:val="00714D33"/>
    <w:rsid w:val="007225FE"/>
    <w:rsid w:val="007243CF"/>
    <w:rsid w:val="00727C8E"/>
    <w:rsid w:val="00750236"/>
    <w:rsid w:val="007510C3"/>
    <w:rsid w:val="00755900"/>
    <w:rsid w:val="00757116"/>
    <w:rsid w:val="007612CA"/>
    <w:rsid w:val="007646F7"/>
    <w:rsid w:val="00766EA4"/>
    <w:rsid w:val="00767EBC"/>
    <w:rsid w:val="0077173F"/>
    <w:rsid w:val="007772E2"/>
    <w:rsid w:val="00781CB3"/>
    <w:rsid w:val="007826E8"/>
    <w:rsid w:val="00797CF8"/>
    <w:rsid w:val="007A4139"/>
    <w:rsid w:val="007A41F2"/>
    <w:rsid w:val="007A7D5C"/>
    <w:rsid w:val="007D4BE6"/>
    <w:rsid w:val="007D7C07"/>
    <w:rsid w:val="007E3167"/>
    <w:rsid w:val="007F0492"/>
    <w:rsid w:val="007F0A82"/>
    <w:rsid w:val="007F3994"/>
    <w:rsid w:val="007F3D89"/>
    <w:rsid w:val="007F4D01"/>
    <w:rsid w:val="007F57F2"/>
    <w:rsid w:val="00802754"/>
    <w:rsid w:val="00803BC1"/>
    <w:rsid w:val="00807827"/>
    <w:rsid w:val="00810E6A"/>
    <w:rsid w:val="00811355"/>
    <w:rsid w:val="00817412"/>
    <w:rsid w:val="00820C29"/>
    <w:rsid w:val="008317B8"/>
    <w:rsid w:val="008355D2"/>
    <w:rsid w:val="008368AC"/>
    <w:rsid w:val="00851118"/>
    <w:rsid w:val="008530C4"/>
    <w:rsid w:val="008561DC"/>
    <w:rsid w:val="00856640"/>
    <w:rsid w:val="008728E2"/>
    <w:rsid w:val="008761F3"/>
    <w:rsid w:val="00884CE7"/>
    <w:rsid w:val="00890D3C"/>
    <w:rsid w:val="008A4F4B"/>
    <w:rsid w:val="008A7A9C"/>
    <w:rsid w:val="008B5265"/>
    <w:rsid w:val="008B69F0"/>
    <w:rsid w:val="008C3B57"/>
    <w:rsid w:val="008C6D3F"/>
    <w:rsid w:val="008E005C"/>
    <w:rsid w:val="008E06A5"/>
    <w:rsid w:val="008E5933"/>
    <w:rsid w:val="008F13D3"/>
    <w:rsid w:val="008F2DBF"/>
    <w:rsid w:val="008F5AC3"/>
    <w:rsid w:val="008F7C71"/>
    <w:rsid w:val="00907642"/>
    <w:rsid w:val="00923045"/>
    <w:rsid w:val="009237E0"/>
    <w:rsid w:val="0092500F"/>
    <w:rsid w:val="00925C80"/>
    <w:rsid w:val="009421C5"/>
    <w:rsid w:val="00943CED"/>
    <w:rsid w:val="00951065"/>
    <w:rsid w:val="0095211F"/>
    <w:rsid w:val="009543CC"/>
    <w:rsid w:val="009628B2"/>
    <w:rsid w:val="00963685"/>
    <w:rsid w:val="00965FA7"/>
    <w:rsid w:val="009809D1"/>
    <w:rsid w:val="00991D56"/>
    <w:rsid w:val="00997C35"/>
    <w:rsid w:val="009B6C34"/>
    <w:rsid w:val="009C03ED"/>
    <w:rsid w:val="009D14AA"/>
    <w:rsid w:val="009E2AC2"/>
    <w:rsid w:val="009E2E39"/>
    <w:rsid w:val="009F47C7"/>
    <w:rsid w:val="009F733C"/>
    <w:rsid w:val="00A0137E"/>
    <w:rsid w:val="00A03C76"/>
    <w:rsid w:val="00A059F7"/>
    <w:rsid w:val="00A06AD2"/>
    <w:rsid w:val="00A1335D"/>
    <w:rsid w:val="00A15139"/>
    <w:rsid w:val="00A32689"/>
    <w:rsid w:val="00A328B4"/>
    <w:rsid w:val="00A37BE5"/>
    <w:rsid w:val="00A45E56"/>
    <w:rsid w:val="00A47C8F"/>
    <w:rsid w:val="00A55B1F"/>
    <w:rsid w:val="00A6383A"/>
    <w:rsid w:val="00A641F0"/>
    <w:rsid w:val="00A67F79"/>
    <w:rsid w:val="00A72AB8"/>
    <w:rsid w:val="00A72D5E"/>
    <w:rsid w:val="00A72F4D"/>
    <w:rsid w:val="00A81A4D"/>
    <w:rsid w:val="00A83324"/>
    <w:rsid w:val="00A900D3"/>
    <w:rsid w:val="00A964E6"/>
    <w:rsid w:val="00AA5636"/>
    <w:rsid w:val="00AA7842"/>
    <w:rsid w:val="00AB12D3"/>
    <w:rsid w:val="00AB1344"/>
    <w:rsid w:val="00AB2C02"/>
    <w:rsid w:val="00AB44B1"/>
    <w:rsid w:val="00AB5F31"/>
    <w:rsid w:val="00AB67FA"/>
    <w:rsid w:val="00AD5700"/>
    <w:rsid w:val="00AD5D31"/>
    <w:rsid w:val="00AD63FD"/>
    <w:rsid w:val="00AE29DE"/>
    <w:rsid w:val="00AE2FFC"/>
    <w:rsid w:val="00AE68FF"/>
    <w:rsid w:val="00AE6DE0"/>
    <w:rsid w:val="00AF2C6A"/>
    <w:rsid w:val="00AF69E1"/>
    <w:rsid w:val="00AF79D8"/>
    <w:rsid w:val="00B07D04"/>
    <w:rsid w:val="00B1025D"/>
    <w:rsid w:val="00B1633F"/>
    <w:rsid w:val="00B219AC"/>
    <w:rsid w:val="00B275F4"/>
    <w:rsid w:val="00B3282C"/>
    <w:rsid w:val="00B33CF2"/>
    <w:rsid w:val="00B33FC4"/>
    <w:rsid w:val="00B35F29"/>
    <w:rsid w:val="00B43C04"/>
    <w:rsid w:val="00B53D88"/>
    <w:rsid w:val="00B5442F"/>
    <w:rsid w:val="00B66329"/>
    <w:rsid w:val="00B706CA"/>
    <w:rsid w:val="00B75367"/>
    <w:rsid w:val="00B86BFC"/>
    <w:rsid w:val="00B94B10"/>
    <w:rsid w:val="00B97801"/>
    <w:rsid w:val="00BA0312"/>
    <w:rsid w:val="00BA7034"/>
    <w:rsid w:val="00BB5EA2"/>
    <w:rsid w:val="00BC041F"/>
    <w:rsid w:val="00BC1396"/>
    <w:rsid w:val="00BC6338"/>
    <w:rsid w:val="00BC6804"/>
    <w:rsid w:val="00BC68EB"/>
    <w:rsid w:val="00BC7FFE"/>
    <w:rsid w:val="00BD3349"/>
    <w:rsid w:val="00BD7C9A"/>
    <w:rsid w:val="00BE3CFF"/>
    <w:rsid w:val="00BE5070"/>
    <w:rsid w:val="00BF16A3"/>
    <w:rsid w:val="00BF4C72"/>
    <w:rsid w:val="00C05A69"/>
    <w:rsid w:val="00C14EE5"/>
    <w:rsid w:val="00C31960"/>
    <w:rsid w:val="00C3670C"/>
    <w:rsid w:val="00C43613"/>
    <w:rsid w:val="00C45AB0"/>
    <w:rsid w:val="00C56790"/>
    <w:rsid w:val="00C626BB"/>
    <w:rsid w:val="00C62F1C"/>
    <w:rsid w:val="00C7296A"/>
    <w:rsid w:val="00C834D1"/>
    <w:rsid w:val="00C86D28"/>
    <w:rsid w:val="00C9164F"/>
    <w:rsid w:val="00CA5B13"/>
    <w:rsid w:val="00CB0A15"/>
    <w:rsid w:val="00CB508D"/>
    <w:rsid w:val="00CB5258"/>
    <w:rsid w:val="00CB6805"/>
    <w:rsid w:val="00CC6264"/>
    <w:rsid w:val="00CD1C58"/>
    <w:rsid w:val="00CD49D4"/>
    <w:rsid w:val="00CD4A2E"/>
    <w:rsid w:val="00CE0F53"/>
    <w:rsid w:val="00CE1D55"/>
    <w:rsid w:val="00CE63F7"/>
    <w:rsid w:val="00CE64C2"/>
    <w:rsid w:val="00D07253"/>
    <w:rsid w:val="00D3077B"/>
    <w:rsid w:val="00D40D45"/>
    <w:rsid w:val="00D44450"/>
    <w:rsid w:val="00D53BF3"/>
    <w:rsid w:val="00D54301"/>
    <w:rsid w:val="00D56A0D"/>
    <w:rsid w:val="00D66536"/>
    <w:rsid w:val="00D72595"/>
    <w:rsid w:val="00D87B65"/>
    <w:rsid w:val="00D91BF3"/>
    <w:rsid w:val="00DD53F0"/>
    <w:rsid w:val="00DE0F05"/>
    <w:rsid w:val="00DE3A9A"/>
    <w:rsid w:val="00DF2CFC"/>
    <w:rsid w:val="00E04F17"/>
    <w:rsid w:val="00E149D0"/>
    <w:rsid w:val="00E20E35"/>
    <w:rsid w:val="00E238C9"/>
    <w:rsid w:val="00E2684B"/>
    <w:rsid w:val="00E31D04"/>
    <w:rsid w:val="00E434CF"/>
    <w:rsid w:val="00E43927"/>
    <w:rsid w:val="00E5228F"/>
    <w:rsid w:val="00E55963"/>
    <w:rsid w:val="00E63801"/>
    <w:rsid w:val="00E71E82"/>
    <w:rsid w:val="00E73958"/>
    <w:rsid w:val="00E7468F"/>
    <w:rsid w:val="00E7533F"/>
    <w:rsid w:val="00E87DD0"/>
    <w:rsid w:val="00E916BE"/>
    <w:rsid w:val="00EA4EFD"/>
    <w:rsid w:val="00EA6597"/>
    <w:rsid w:val="00EA7C85"/>
    <w:rsid w:val="00EB3640"/>
    <w:rsid w:val="00EC1BE0"/>
    <w:rsid w:val="00EC1D3D"/>
    <w:rsid w:val="00ED2A3E"/>
    <w:rsid w:val="00EE5823"/>
    <w:rsid w:val="00EF4470"/>
    <w:rsid w:val="00EF4D9D"/>
    <w:rsid w:val="00F0305D"/>
    <w:rsid w:val="00F03459"/>
    <w:rsid w:val="00F11771"/>
    <w:rsid w:val="00F154AF"/>
    <w:rsid w:val="00F23DC6"/>
    <w:rsid w:val="00F240AF"/>
    <w:rsid w:val="00F436B7"/>
    <w:rsid w:val="00F4467B"/>
    <w:rsid w:val="00F44BCD"/>
    <w:rsid w:val="00F47306"/>
    <w:rsid w:val="00F52167"/>
    <w:rsid w:val="00F53625"/>
    <w:rsid w:val="00F5408A"/>
    <w:rsid w:val="00F5444C"/>
    <w:rsid w:val="00F631CF"/>
    <w:rsid w:val="00F66E6D"/>
    <w:rsid w:val="00F73B65"/>
    <w:rsid w:val="00F80648"/>
    <w:rsid w:val="00F91FC3"/>
    <w:rsid w:val="00F94694"/>
    <w:rsid w:val="00F9775B"/>
    <w:rsid w:val="00FA15E9"/>
    <w:rsid w:val="00FA64B1"/>
    <w:rsid w:val="00FA6EA7"/>
    <w:rsid w:val="00FA73AF"/>
    <w:rsid w:val="00FB763B"/>
    <w:rsid w:val="00FC196D"/>
    <w:rsid w:val="00FC3EA3"/>
    <w:rsid w:val="00FD4484"/>
    <w:rsid w:val="00FD7825"/>
    <w:rsid w:val="00FE31AF"/>
    <w:rsid w:val="00FE4A01"/>
    <w:rsid w:val="00FE7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094E04C"/>
  <w15:docId w15:val="{C5D31469-1916-4E19-BF48-C014D8B87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6B40"/>
    <w:pPr>
      <w:spacing w:after="0" w:line="240" w:lineRule="auto"/>
      <w:contextualSpacing/>
      <w:mirrorIndents/>
    </w:pPr>
  </w:style>
  <w:style w:type="paragraph" w:styleId="Heading1">
    <w:name w:val="heading 1"/>
    <w:basedOn w:val="Normal"/>
    <w:next w:val="Normal"/>
    <w:link w:val="Heading1Char"/>
    <w:uiPriority w:val="9"/>
    <w:rsid w:val="003F6FD2"/>
    <w:pPr>
      <w:spacing w:before="600" w:line="360" w:lineRule="auto"/>
      <w:outlineLvl w:val="0"/>
    </w:pPr>
    <w:rPr>
      <w:rFonts w:asciiTheme="majorHAnsi" w:eastAsiaTheme="majorEastAsia" w:hAnsiTheme="majorHAnsi" w:cstheme="majorBidi"/>
      <w:b/>
      <w:bCs/>
      <w:i/>
      <w:iCs/>
      <w:sz w:val="32"/>
      <w:szCs w:val="32"/>
    </w:rPr>
  </w:style>
  <w:style w:type="paragraph" w:styleId="Heading2">
    <w:name w:val="heading 2"/>
    <w:basedOn w:val="Normal"/>
    <w:next w:val="Normal"/>
    <w:link w:val="Heading2Char"/>
    <w:uiPriority w:val="9"/>
    <w:unhideWhenUsed/>
    <w:rsid w:val="003F6FD2"/>
    <w:pPr>
      <w:spacing w:before="320" w:line="360" w:lineRule="auto"/>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rsid w:val="003F6FD2"/>
    <w:pPr>
      <w:spacing w:before="320" w:line="360" w:lineRule="auto"/>
      <w:outlineLvl w:val="2"/>
    </w:pPr>
    <w:rPr>
      <w:rFonts w:asciiTheme="majorHAnsi" w:eastAsiaTheme="majorEastAsia" w:hAnsiTheme="majorHAnsi" w:cstheme="majorBidi"/>
      <w:b/>
      <w:bCs/>
      <w:i/>
      <w:iCs/>
      <w:sz w:val="26"/>
      <w:szCs w:val="26"/>
    </w:rPr>
  </w:style>
  <w:style w:type="paragraph" w:styleId="Heading4">
    <w:name w:val="heading 4"/>
    <w:basedOn w:val="Normal"/>
    <w:next w:val="Normal"/>
    <w:link w:val="Heading4Char"/>
    <w:uiPriority w:val="9"/>
    <w:unhideWhenUsed/>
    <w:rsid w:val="003F6FD2"/>
    <w:pPr>
      <w:spacing w:before="280" w:line="360" w:lineRule="auto"/>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rsid w:val="003F6FD2"/>
    <w:pPr>
      <w:spacing w:before="280" w:line="360" w:lineRule="auto"/>
      <w:outlineLvl w:val="4"/>
    </w:pPr>
    <w:rPr>
      <w:rFonts w:asciiTheme="majorHAnsi" w:eastAsiaTheme="majorEastAsia" w:hAnsiTheme="majorHAnsi" w:cstheme="majorBidi"/>
      <w:b/>
      <w:bCs/>
      <w:i/>
      <w:iCs/>
    </w:rPr>
  </w:style>
  <w:style w:type="paragraph" w:styleId="Heading6">
    <w:name w:val="heading 6"/>
    <w:basedOn w:val="Normal"/>
    <w:next w:val="Normal"/>
    <w:link w:val="Heading6Char"/>
    <w:uiPriority w:val="9"/>
    <w:semiHidden/>
    <w:unhideWhenUsed/>
    <w:qFormat/>
    <w:rsid w:val="009F733C"/>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9F733C"/>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F733C"/>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9F733C"/>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6FD2"/>
    <w:rPr>
      <w:rFonts w:asciiTheme="majorHAnsi" w:eastAsiaTheme="majorEastAsia" w:hAnsiTheme="majorHAnsi" w:cstheme="majorBidi"/>
      <w:b/>
      <w:bCs/>
      <w:i/>
      <w:iCs/>
      <w:sz w:val="32"/>
      <w:szCs w:val="32"/>
    </w:rPr>
  </w:style>
  <w:style w:type="paragraph" w:customStyle="1" w:styleId="18SectionTitle">
    <w:name w:val="18_Section Title"/>
    <w:basedOn w:val="Normal"/>
    <w:next w:val="Normal"/>
    <w:link w:val="18SectionTitleChar"/>
    <w:qFormat/>
    <w:rsid w:val="00A72F4D"/>
    <w:pPr>
      <w:spacing w:after="240"/>
      <w:contextualSpacing w:val="0"/>
      <w:mirrorIndents w:val="0"/>
      <w:jc w:val="center"/>
      <w:outlineLvl w:val="0"/>
    </w:pPr>
    <w:rPr>
      <w:b/>
      <w:smallCaps/>
      <w:color w:val="365F91" w:themeColor="accent1" w:themeShade="BF"/>
      <w:sz w:val="32"/>
      <w:szCs w:val="32"/>
    </w:rPr>
  </w:style>
  <w:style w:type="character" w:customStyle="1" w:styleId="18SectionTitleChar">
    <w:name w:val="18_Section Title Char"/>
    <w:basedOn w:val="DefaultParagraphFont"/>
    <w:link w:val="18SectionTitle"/>
    <w:rsid w:val="00A72F4D"/>
    <w:rPr>
      <w:b/>
      <w:smallCaps/>
      <w:color w:val="365F91" w:themeColor="accent1" w:themeShade="BF"/>
      <w:sz w:val="32"/>
      <w:szCs w:val="32"/>
    </w:rPr>
  </w:style>
  <w:style w:type="paragraph" w:styleId="EndnoteText">
    <w:name w:val="endnote text"/>
    <w:basedOn w:val="Normal"/>
    <w:link w:val="EndnoteTextChar"/>
    <w:uiPriority w:val="99"/>
    <w:unhideWhenUsed/>
    <w:rsid w:val="009543CC"/>
    <w:pPr>
      <w:tabs>
        <w:tab w:val="left" w:pos="360"/>
      </w:tabs>
    </w:pPr>
    <w:rPr>
      <w:rFonts w:eastAsia="Times New Roman"/>
      <w:szCs w:val="20"/>
    </w:rPr>
  </w:style>
  <w:style w:type="character" w:customStyle="1" w:styleId="EndnoteTextChar">
    <w:name w:val="Endnote Text Char"/>
    <w:basedOn w:val="DefaultParagraphFont"/>
    <w:link w:val="EndnoteText"/>
    <w:uiPriority w:val="99"/>
    <w:rsid w:val="009543CC"/>
    <w:rPr>
      <w:rFonts w:ascii="Times New Roman" w:eastAsia="Times New Roman" w:hAnsi="Times New Roman" w:cs="Times New Roman"/>
      <w:sz w:val="24"/>
      <w:szCs w:val="20"/>
    </w:rPr>
  </w:style>
  <w:style w:type="character" w:styleId="EndnoteReference">
    <w:name w:val="endnote reference"/>
    <w:basedOn w:val="DefaultParagraphFont"/>
    <w:uiPriority w:val="99"/>
    <w:unhideWhenUsed/>
    <w:rsid w:val="009543CC"/>
    <w:rPr>
      <w:rFonts w:ascii="Times New Roman" w:hAnsi="Times New Roman"/>
      <w:sz w:val="24"/>
      <w:vertAlign w:val="superscript"/>
    </w:rPr>
  </w:style>
  <w:style w:type="paragraph" w:styleId="ListParagraph">
    <w:name w:val="List Paragraph"/>
    <w:basedOn w:val="Normal"/>
    <w:link w:val="ListParagraphChar"/>
    <w:uiPriority w:val="34"/>
    <w:rsid w:val="003F6FD2"/>
    <w:pPr>
      <w:ind w:left="720"/>
    </w:pPr>
  </w:style>
  <w:style w:type="character" w:customStyle="1" w:styleId="Heading3Char">
    <w:name w:val="Heading 3 Char"/>
    <w:basedOn w:val="DefaultParagraphFont"/>
    <w:link w:val="Heading3"/>
    <w:uiPriority w:val="9"/>
    <w:rsid w:val="003F6FD2"/>
    <w:rPr>
      <w:rFonts w:asciiTheme="majorHAnsi" w:eastAsiaTheme="majorEastAsia" w:hAnsiTheme="majorHAnsi" w:cstheme="majorBidi"/>
      <w:b/>
      <w:bCs/>
      <w:i/>
      <w:iCs/>
      <w:sz w:val="26"/>
      <w:szCs w:val="26"/>
    </w:rPr>
  </w:style>
  <w:style w:type="character" w:customStyle="1" w:styleId="ListParagraphChar">
    <w:name w:val="List Paragraph Char"/>
    <w:basedOn w:val="DefaultParagraphFont"/>
    <w:link w:val="ListParagraph"/>
    <w:uiPriority w:val="34"/>
    <w:rsid w:val="00890D3C"/>
  </w:style>
  <w:style w:type="character" w:customStyle="1" w:styleId="Heading2Char">
    <w:name w:val="Heading 2 Char"/>
    <w:basedOn w:val="DefaultParagraphFont"/>
    <w:link w:val="Heading2"/>
    <w:uiPriority w:val="9"/>
    <w:rsid w:val="003F6FD2"/>
    <w:rPr>
      <w:rFonts w:asciiTheme="majorHAnsi" w:eastAsiaTheme="majorEastAsia" w:hAnsiTheme="majorHAnsi" w:cstheme="majorBidi"/>
      <w:b/>
      <w:bCs/>
      <w:i/>
      <w:iCs/>
      <w:sz w:val="28"/>
      <w:szCs w:val="28"/>
    </w:rPr>
  </w:style>
  <w:style w:type="paragraph" w:styleId="TOCHeading">
    <w:name w:val="TOC Heading"/>
    <w:basedOn w:val="Heading1"/>
    <w:next w:val="Normal"/>
    <w:uiPriority w:val="39"/>
    <w:semiHidden/>
    <w:unhideWhenUsed/>
    <w:qFormat/>
    <w:rsid w:val="009F733C"/>
    <w:pPr>
      <w:spacing w:before="0" w:line="240" w:lineRule="auto"/>
      <w:contextualSpacing w:val="0"/>
      <w:mirrorIndents w:val="0"/>
      <w:jc w:val="center"/>
      <w:outlineLvl w:val="9"/>
    </w:pPr>
    <w:rPr>
      <w:rFonts w:ascii="Times New Roman" w:eastAsiaTheme="minorEastAsia" w:hAnsi="Times New Roman"/>
      <w:bCs w:val="0"/>
      <w:i w:val="0"/>
      <w:iCs w:val="0"/>
      <w:smallCaps/>
      <w:color w:val="244061" w:themeColor="accent1" w:themeShade="80"/>
      <w:lang w:bidi="en-US"/>
    </w:rPr>
  </w:style>
  <w:style w:type="numbering" w:customStyle="1" w:styleId="Attempt1">
    <w:name w:val="Attempt 1"/>
    <w:uiPriority w:val="99"/>
    <w:rsid w:val="00100461"/>
    <w:pPr>
      <w:numPr>
        <w:numId w:val="1"/>
      </w:numPr>
    </w:pPr>
  </w:style>
  <w:style w:type="paragraph" w:customStyle="1" w:styleId="07MainNumberedHeading">
    <w:name w:val="07_Main Numbered Heading"/>
    <w:basedOn w:val="Normal"/>
    <w:link w:val="07MainNumberedHeadingChar"/>
    <w:qFormat/>
    <w:rsid w:val="005D6B40"/>
    <w:pPr>
      <w:numPr>
        <w:numId w:val="2"/>
      </w:numPr>
      <w:spacing w:after="120"/>
      <w:ind w:left="360"/>
      <w:contextualSpacing w:val="0"/>
      <w:mirrorIndents w:val="0"/>
    </w:pPr>
    <w:rPr>
      <w:b/>
    </w:rPr>
  </w:style>
  <w:style w:type="character" w:customStyle="1" w:styleId="07MainNumberedHeadingChar">
    <w:name w:val="07_Main Numbered Heading Char"/>
    <w:basedOn w:val="DefaultParagraphFont"/>
    <w:link w:val="07MainNumberedHeading"/>
    <w:rsid w:val="005D6B40"/>
    <w:rPr>
      <w:b/>
    </w:rPr>
  </w:style>
  <w:style w:type="paragraph" w:customStyle="1" w:styleId="09aText-NoHeading">
    <w:name w:val="09_a. Text - No Heading"/>
    <w:basedOn w:val="ListParagraph"/>
    <w:link w:val="09aText-NoHeadingChar"/>
    <w:qFormat/>
    <w:rsid w:val="0070463B"/>
    <w:pPr>
      <w:numPr>
        <w:numId w:val="5"/>
      </w:numPr>
      <w:spacing w:after="120"/>
      <w:contextualSpacing w:val="0"/>
      <w:mirrorIndents w:val="0"/>
    </w:pPr>
  </w:style>
  <w:style w:type="paragraph" w:styleId="Footer">
    <w:name w:val="footer"/>
    <w:basedOn w:val="Normal"/>
    <w:link w:val="FooterChar"/>
    <w:uiPriority w:val="99"/>
    <w:unhideWhenUsed/>
    <w:qFormat/>
    <w:rsid w:val="009F733C"/>
    <w:pPr>
      <w:tabs>
        <w:tab w:val="center" w:pos="4680"/>
        <w:tab w:val="right" w:pos="9360"/>
      </w:tabs>
    </w:pPr>
    <w:rPr>
      <w:smallCaps/>
    </w:rPr>
  </w:style>
  <w:style w:type="character" w:customStyle="1" w:styleId="FooterChar">
    <w:name w:val="Footer Char"/>
    <w:basedOn w:val="DefaultParagraphFont"/>
    <w:link w:val="Footer"/>
    <w:uiPriority w:val="99"/>
    <w:rsid w:val="009F733C"/>
    <w:rPr>
      <w:smallCaps/>
    </w:rPr>
  </w:style>
  <w:style w:type="character" w:customStyle="1" w:styleId="Heading4Char">
    <w:name w:val="Heading 4 Char"/>
    <w:basedOn w:val="DefaultParagraphFont"/>
    <w:link w:val="Heading4"/>
    <w:uiPriority w:val="9"/>
    <w:rsid w:val="003F6FD2"/>
    <w:rPr>
      <w:rFonts w:asciiTheme="majorHAnsi" w:eastAsiaTheme="majorEastAsia" w:hAnsiTheme="majorHAnsi" w:cstheme="majorBidi"/>
      <w:b/>
      <w:bCs/>
      <w:i/>
      <w:iCs/>
      <w:sz w:val="24"/>
      <w:szCs w:val="24"/>
    </w:rPr>
  </w:style>
  <w:style w:type="character" w:customStyle="1" w:styleId="Heading5Char">
    <w:name w:val="Heading 5 Char"/>
    <w:basedOn w:val="DefaultParagraphFont"/>
    <w:link w:val="Heading5"/>
    <w:uiPriority w:val="9"/>
    <w:rsid w:val="003F6FD2"/>
    <w:rPr>
      <w:rFonts w:asciiTheme="majorHAnsi" w:eastAsiaTheme="majorEastAsia" w:hAnsiTheme="majorHAnsi" w:cstheme="majorBidi"/>
      <w:b/>
      <w:bCs/>
      <w:i/>
      <w:iCs/>
    </w:rPr>
  </w:style>
  <w:style w:type="character" w:customStyle="1" w:styleId="Heading6Char">
    <w:name w:val="Heading 6 Char"/>
    <w:basedOn w:val="DefaultParagraphFont"/>
    <w:link w:val="Heading6"/>
    <w:uiPriority w:val="9"/>
    <w:semiHidden/>
    <w:rsid w:val="009F733C"/>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9F733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F733C"/>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9F733C"/>
    <w:rPr>
      <w:rFonts w:asciiTheme="majorHAnsi" w:eastAsiaTheme="majorEastAsia" w:hAnsiTheme="majorHAnsi" w:cstheme="majorBidi"/>
      <w:i/>
      <w:iCs/>
      <w:spacing w:val="5"/>
      <w:sz w:val="20"/>
      <w:szCs w:val="20"/>
    </w:rPr>
  </w:style>
  <w:style w:type="paragraph" w:styleId="IntenseQuote">
    <w:name w:val="Intense Quote"/>
    <w:basedOn w:val="Normal"/>
    <w:next w:val="Normal"/>
    <w:link w:val="IntenseQuoteChar"/>
    <w:uiPriority w:val="30"/>
    <w:rsid w:val="003F6FD2"/>
    <w:pPr>
      <w:spacing w:before="320" w:after="480"/>
      <w:ind w:left="720" w:right="720"/>
      <w:jc w:val="center"/>
    </w:pPr>
    <w:rPr>
      <w:rFonts w:asciiTheme="majorHAnsi" w:eastAsiaTheme="majorEastAsia" w:hAnsiTheme="majorHAnsi" w:cstheme="majorBidi"/>
      <w:i/>
      <w:iCs/>
      <w:sz w:val="20"/>
      <w:szCs w:val="20"/>
    </w:rPr>
  </w:style>
  <w:style w:type="character" w:customStyle="1" w:styleId="IntenseQuoteChar">
    <w:name w:val="Intense Quote Char"/>
    <w:basedOn w:val="DefaultParagraphFont"/>
    <w:link w:val="IntenseQuote"/>
    <w:uiPriority w:val="30"/>
    <w:rsid w:val="003F6FD2"/>
    <w:rPr>
      <w:rFonts w:asciiTheme="majorHAnsi" w:eastAsiaTheme="majorEastAsia" w:hAnsiTheme="majorHAnsi" w:cstheme="majorBidi"/>
      <w:i/>
      <w:iCs/>
      <w:sz w:val="20"/>
      <w:szCs w:val="20"/>
    </w:rPr>
  </w:style>
  <w:style w:type="character" w:customStyle="1" w:styleId="09aText-NoHeadingChar">
    <w:name w:val="09_a. Text - No Heading Char"/>
    <w:basedOn w:val="ListParagraphChar"/>
    <w:link w:val="09aText-NoHeading"/>
    <w:rsid w:val="00A72F4D"/>
  </w:style>
  <w:style w:type="paragraph" w:customStyle="1" w:styleId="18PurposeSub-Bullets">
    <w:name w:val="18_Purpose Sub-Bullets"/>
    <w:basedOn w:val="09aText-NoHeading"/>
    <w:link w:val="18PurposeSub-BulletsChar"/>
    <w:uiPriority w:val="99"/>
    <w:qFormat/>
    <w:rsid w:val="00A72F4D"/>
    <w:pPr>
      <w:numPr>
        <w:ilvl w:val="1"/>
      </w:numPr>
      <w:ind w:left="0" w:firstLine="360"/>
    </w:pPr>
  </w:style>
  <w:style w:type="character" w:customStyle="1" w:styleId="18PurposeSub-BulletsChar">
    <w:name w:val="18_Purpose Sub-Bullets Char"/>
    <w:basedOn w:val="09aText-NoHeadingChar"/>
    <w:link w:val="18PurposeSub-Bullets"/>
    <w:uiPriority w:val="99"/>
    <w:rsid w:val="00A72F4D"/>
  </w:style>
  <w:style w:type="character" w:styleId="PlaceholderText">
    <w:name w:val="Placeholder Text"/>
    <w:basedOn w:val="DefaultParagraphFont"/>
    <w:uiPriority w:val="99"/>
    <w:semiHidden/>
    <w:rsid w:val="00482750"/>
    <w:rPr>
      <w:color w:val="808080"/>
    </w:rPr>
  </w:style>
  <w:style w:type="paragraph" w:styleId="BalloonText">
    <w:name w:val="Balloon Text"/>
    <w:basedOn w:val="Normal"/>
    <w:link w:val="BalloonTextChar"/>
    <w:uiPriority w:val="99"/>
    <w:semiHidden/>
    <w:unhideWhenUsed/>
    <w:rsid w:val="00482750"/>
    <w:rPr>
      <w:rFonts w:ascii="Tahoma" w:hAnsi="Tahoma" w:cs="Tahoma"/>
      <w:sz w:val="16"/>
      <w:szCs w:val="16"/>
    </w:rPr>
  </w:style>
  <w:style w:type="character" w:customStyle="1" w:styleId="BalloonTextChar">
    <w:name w:val="Balloon Text Char"/>
    <w:basedOn w:val="DefaultParagraphFont"/>
    <w:link w:val="BalloonText"/>
    <w:uiPriority w:val="99"/>
    <w:semiHidden/>
    <w:rsid w:val="00482750"/>
    <w:rPr>
      <w:rFonts w:ascii="Tahoma" w:hAnsi="Tahoma" w:cs="Tahoma"/>
      <w:sz w:val="16"/>
      <w:szCs w:val="16"/>
    </w:rPr>
  </w:style>
  <w:style w:type="paragraph" w:styleId="TOC1">
    <w:name w:val="toc 1"/>
    <w:basedOn w:val="Normal"/>
    <w:next w:val="Normal"/>
    <w:uiPriority w:val="39"/>
    <w:unhideWhenUsed/>
    <w:rsid w:val="00A72F4D"/>
    <w:pPr>
      <w:spacing w:after="10"/>
      <w:contextualSpacing w:val="0"/>
      <w:mirrorIndents w:val="0"/>
    </w:pPr>
    <w:rPr>
      <w:smallCaps/>
      <w:color w:val="365F91" w:themeColor="accent1" w:themeShade="BF"/>
      <w:szCs w:val="20"/>
    </w:rPr>
  </w:style>
  <w:style w:type="paragraph" w:styleId="TableofFigures">
    <w:name w:val="table of figures"/>
    <w:basedOn w:val="Normal"/>
    <w:next w:val="Normal"/>
    <w:uiPriority w:val="99"/>
    <w:semiHidden/>
    <w:unhideWhenUsed/>
    <w:rsid w:val="00482750"/>
  </w:style>
  <w:style w:type="paragraph" w:styleId="TOC2">
    <w:name w:val="toc 2"/>
    <w:basedOn w:val="Normal"/>
    <w:next w:val="Normal"/>
    <w:uiPriority w:val="39"/>
    <w:unhideWhenUsed/>
    <w:rsid w:val="00A72F4D"/>
    <w:pPr>
      <w:spacing w:after="10"/>
      <w:ind w:left="720" w:hanging="360"/>
      <w:contextualSpacing w:val="0"/>
      <w:mirrorIndents w:val="0"/>
    </w:pPr>
  </w:style>
  <w:style w:type="paragraph" w:styleId="TOC3">
    <w:name w:val="toc 3"/>
    <w:basedOn w:val="Normal"/>
    <w:next w:val="Normal"/>
    <w:autoRedefine/>
    <w:uiPriority w:val="39"/>
    <w:unhideWhenUsed/>
    <w:rsid w:val="00A72F4D"/>
    <w:pPr>
      <w:spacing w:after="10"/>
      <w:ind w:left="1080" w:hanging="360"/>
      <w:contextualSpacing w:val="0"/>
      <w:mirrorIndents w:val="0"/>
    </w:pPr>
    <w:rPr>
      <w:rFonts w:cs="Arial"/>
      <w:szCs w:val="18"/>
    </w:rPr>
  </w:style>
  <w:style w:type="paragraph" w:styleId="Caption">
    <w:name w:val="caption"/>
    <w:basedOn w:val="Normal"/>
    <w:next w:val="Normal"/>
    <w:uiPriority w:val="35"/>
    <w:semiHidden/>
    <w:unhideWhenUsed/>
    <w:rsid w:val="003F6FD2"/>
    <w:rPr>
      <w:b/>
      <w:bCs/>
      <w:sz w:val="18"/>
      <w:szCs w:val="18"/>
    </w:rPr>
  </w:style>
  <w:style w:type="paragraph" w:styleId="NoSpacing">
    <w:name w:val="No Spacing"/>
    <w:uiPriority w:val="1"/>
    <w:qFormat/>
    <w:rsid w:val="009F733C"/>
    <w:pPr>
      <w:spacing w:after="0" w:line="240" w:lineRule="auto"/>
    </w:pPr>
    <w:rPr>
      <w:rFonts w:ascii="Calibri" w:eastAsia="Calibri" w:hAnsi="Calibri"/>
      <w:sz w:val="22"/>
      <w:szCs w:val="22"/>
    </w:rPr>
  </w:style>
  <w:style w:type="paragraph" w:customStyle="1" w:styleId="21PageFooter">
    <w:name w:val="21_Page Footer"/>
    <w:basedOn w:val="Normal"/>
    <w:link w:val="21PageFooterChar"/>
    <w:qFormat/>
    <w:rsid w:val="00A72F4D"/>
    <w:pPr>
      <w:contextualSpacing w:val="0"/>
      <w:mirrorIndents w:val="0"/>
    </w:pPr>
    <w:rPr>
      <w:smallCaps/>
    </w:rPr>
  </w:style>
  <w:style w:type="character" w:customStyle="1" w:styleId="21PageFooterChar">
    <w:name w:val="21_Page Footer Char"/>
    <w:basedOn w:val="DefaultParagraphFont"/>
    <w:link w:val="21PageFooter"/>
    <w:rsid w:val="00A72F4D"/>
    <w:rPr>
      <w:smallCaps/>
    </w:rPr>
  </w:style>
  <w:style w:type="paragraph" w:customStyle="1" w:styleId="22Changetext-deletion">
    <w:name w:val="22_Change text - deletion"/>
    <w:basedOn w:val="Normal"/>
    <w:next w:val="Normal"/>
    <w:link w:val="22Changetext-deletionChar"/>
    <w:qFormat/>
    <w:rsid w:val="00A72F4D"/>
    <w:pPr>
      <w:mirrorIndents w:val="0"/>
    </w:pPr>
    <w:rPr>
      <w:strike/>
      <w:color w:val="FF0000"/>
    </w:rPr>
  </w:style>
  <w:style w:type="character" w:customStyle="1" w:styleId="22Changetext-deletionChar">
    <w:name w:val="22_Change text - deletion Char"/>
    <w:basedOn w:val="DefaultParagraphFont"/>
    <w:link w:val="22Changetext-deletion"/>
    <w:rsid w:val="00A72F4D"/>
    <w:rPr>
      <w:strike/>
      <w:color w:val="FF0000"/>
    </w:rPr>
  </w:style>
  <w:style w:type="paragraph" w:customStyle="1" w:styleId="03CoverHeading">
    <w:name w:val="03_Cover Heading"/>
    <w:basedOn w:val="Normal"/>
    <w:link w:val="03CoverHeadingChar"/>
    <w:qFormat/>
    <w:rsid w:val="00A72F4D"/>
    <w:pPr>
      <w:tabs>
        <w:tab w:val="left" w:pos="2880"/>
      </w:tabs>
      <w:ind w:left="2880" w:hanging="2880"/>
      <w:contextualSpacing w:val="0"/>
      <w:mirrorIndents w:val="0"/>
    </w:pPr>
    <w:rPr>
      <w:b/>
    </w:rPr>
  </w:style>
  <w:style w:type="paragraph" w:styleId="TOC4">
    <w:name w:val="toc 4"/>
    <w:basedOn w:val="Normal"/>
    <w:next w:val="Normal"/>
    <w:autoRedefine/>
    <w:uiPriority w:val="39"/>
    <w:unhideWhenUsed/>
    <w:rsid w:val="00A72F4D"/>
    <w:pPr>
      <w:spacing w:after="10"/>
      <w:ind w:left="1800" w:hanging="720"/>
      <w:contextualSpacing w:val="0"/>
      <w:mirrorIndents w:val="0"/>
    </w:pPr>
  </w:style>
  <w:style w:type="character" w:customStyle="1" w:styleId="03CoverHeadingChar">
    <w:name w:val="03_Cover Heading Char"/>
    <w:basedOn w:val="DefaultParagraphFont"/>
    <w:link w:val="03CoverHeading"/>
    <w:rsid w:val="00A72F4D"/>
    <w:rPr>
      <w:b/>
    </w:rPr>
  </w:style>
  <w:style w:type="character" w:styleId="Hyperlink">
    <w:name w:val="Hyperlink"/>
    <w:basedOn w:val="DefaultParagraphFont"/>
    <w:uiPriority w:val="99"/>
    <w:unhideWhenUsed/>
    <w:rsid w:val="00D3077B"/>
    <w:rPr>
      <w:color w:val="0000FF" w:themeColor="hyperlink"/>
      <w:u w:val="single"/>
    </w:rPr>
  </w:style>
  <w:style w:type="paragraph" w:customStyle="1" w:styleId="04CoverText">
    <w:name w:val="04_Cover Text"/>
    <w:basedOn w:val="Normal"/>
    <w:link w:val="04CoverTextChar"/>
    <w:qFormat/>
    <w:rsid w:val="00A72F4D"/>
    <w:pPr>
      <w:tabs>
        <w:tab w:val="left" w:pos="2880"/>
      </w:tabs>
      <w:spacing w:after="60"/>
      <w:ind w:left="2880" w:hanging="2880"/>
      <w:mirrorIndents w:val="0"/>
    </w:pPr>
  </w:style>
  <w:style w:type="character" w:customStyle="1" w:styleId="04CoverTextChar">
    <w:name w:val="04_Cover Text Char"/>
    <w:basedOn w:val="DefaultParagraphFont"/>
    <w:link w:val="04CoverText"/>
    <w:rsid w:val="00A72F4D"/>
  </w:style>
  <w:style w:type="paragraph" w:customStyle="1" w:styleId="01IssuanceType">
    <w:name w:val="01_Issuance Type"/>
    <w:basedOn w:val="Normal"/>
    <w:next w:val="Normal"/>
    <w:link w:val="01IssuanceTypeChar"/>
    <w:qFormat/>
    <w:rsid w:val="00A72F4D"/>
    <w:pPr>
      <w:spacing w:after="240"/>
      <w:contextualSpacing w:val="0"/>
      <w:mirrorIndents w:val="0"/>
      <w:jc w:val="center"/>
    </w:pPr>
    <w:rPr>
      <w:smallCaps/>
      <w:sz w:val="40"/>
      <w:szCs w:val="40"/>
    </w:rPr>
  </w:style>
  <w:style w:type="character" w:customStyle="1" w:styleId="01IssuanceTypeChar">
    <w:name w:val="01_Issuance Type Char"/>
    <w:basedOn w:val="DefaultParagraphFont"/>
    <w:link w:val="01IssuanceType"/>
    <w:rsid w:val="00A72F4D"/>
    <w:rPr>
      <w:smallCaps/>
      <w:sz w:val="40"/>
      <w:szCs w:val="40"/>
    </w:rPr>
  </w:style>
  <w:style w:type="paragraph" w:customStyle="1" w:styleId="02IssuanceTitle">
    <w:name w:val="02_Issuance Title"/>
    <w:basedOn w:val="Normal"/>
    <w:link w:val="02IssuanceTitleChar"/>
    <w:qFormat/>
    <w:rsid w:val="00A72F4D"/>
    <w:pPr>
      <w:contextualSpacing w:val="0"/>
      <w:mirrorIndents w:val="0"/>
      <w:jc w:val="center"/>
    </w:pPr>
    <w:rPr>
      <w:smallCaps/>
      <w:sz w:val="40"/>
      <w:szCs w:val="40"/>
    </w:rPr>
  </w:style>
  <w:style w:type="character" w:customStyle="1" w:styleId="02IssuanceTitleChar">
    <w:name w:val="02_Issuance Title Char"/>
    <w:basedOn w:val="DefaultParagraphFont"/>
    <w:link w:val="02IssuanceTitle"/>
    <w:rsid w:val="00A72F4D"/>
    <w:rPr>
      <w:smallCaps/>
      <w:sz w:val="40"/>
      <w:szCs w:val="40"/>
    </w:rPr>
  </w:style>
  <w:style w:type="table" w:styleId="TableGrid">
    <w:name w:val="Table Grid"/>
    <w:basedOn w:val="TableNormal"/>
    <w:uiPriority w:val="59"/>
    <w:rsid w:val="004F7A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link w:val="NormalWebChar"/>
    <w:uiPriority w:val="99"/>
    <w:unhideWhenUsed/>
    <w:rsid w:val="00005879"/>
    <w:pPr>
      <w:spacing w:before="100" w:beforeAutospacing="1" w:after="100" w:afterAutospacing="1"/>
      <w:contextualSpacing w:val="0"/>
      <w:mirrorIndents w:val="0"/>
    </w:pPr>
    <w:rPr>
      <w:rFonts w:eastAsia="Times New Roman"/>
    </w:rPr>
  </w:style>
  <w:style w:type="character" w:styleId="CommentReference">
    <w:name w:val="annotation reference"/>
    <w:basedOn w:val="DefaultParagraphFont"/>
    <w:uiPriority w:val="99"/>
    <w:semiHidden/>
    <w:unhideWhenUsed/>
    <w:rsid w:val="00621621"/>
    <w:rPr>
      <w:sz w:val="16"/>
      <w:szCs w:val="16"/>
    </w:rPr>
  </w:style>
  <w:style w:type="paragraph" w:styleId="CommentText">
    <w:name w:val="annotation text"/>
    <w:basedOn w:val="Normal"/>
    <w:link w:val="CommentTextChar"/>
    <w:uiPriority w:val="99"/>
    <w:semiHidden/>
    <w:unhideWhenUsed/>
    <w:rsid w:val="00621621"/>
    <w:rPr>
      <w:sz w:val="20"/>
      <w:szCs w:val="20"/>
    </w:rPr>
  </w:style>
  <w:style w:type="character" w:customStyle="1" w:styleId="CommentTextChar">
    <w:name w:val="Comment Text Char"/>
    <w:basedOn w:val="DefaultParagraphFont"/>
    <w:link w:val="CommentText"/>
    <w:uiPriority w:val="99"/>
    <w:semiHidden/>
    <w:rsid w:val="00621621"/>
    <w:rPr>
      <w:sz w:val="20"/>
      <w:szCs w:val="20"/>
    </w:rPr>
  </w:style>
  <w:style w:type="paragraph" w:styleId="CommentSubject">
    <w:name w:val="annotation subject"/>
    <w:basedOn w:val="CommentText"/>
    <w:next w:val="CommentText"/>
    <w:link w:val="CommentSubjectChar"/>
    <w:uiPriority w:val="99"/>
    <w:semiHidden/>
    <w:unhideWhenUsed/>
    <w:rsid w:val="00621621"/>
    <w:rPr>
      <w:b/>
      <w:bCs/>
    </w:rPr>
  </w:style>
  <w:style w:type="character" w:customStyle="1" w:styleId="CommentSubjectChar">
    <w:name w:val="Comment Subject Char"/>
    <w:basedOn w:val="CommentTextChar"/>
    <w:link w:val="CommentSubject"/>
    <w:uiPriority w:val="99"/>
    <w:semiHidden/>
    <w:rsid w:val="00621621"/>
    <w:rPr>
      <w:b/>
      <w:bCs/>
      <w:sz w:val="20"/>
      <w:szCs w:val="20"/>
    </w:rPr>
  </w:style>
  <w:style w:type="character" w:styleId="FollowedHyperlink">
    <w:name w:val="FollowedHyperlink"/>
    <w:basedOn w:val="DefaultParagraphFont"/>
    <w:uiPriority w:val="99"/>
    <w:semiHidden/>
    <w:unhideWhenUsed/>
    <w:rsid w:val="00F47306"/>
    <w:rPr>
      <w:color w:val="800080" w:themeColor="followedHyperlink"/>
      <w:u w:val="single"/>
    </w:rPr>
  </w:style>
  <w:style w:type="paragraph" w:customStyle="1" w:styleId="23References">
    <w:name w:val="23_References"/>
    <w:basedOn w:val="Normal"/>
    <w:link w:val="23ReferencesChar"/>
    <w:qFormat/>
    <w:rsid w:val="00E7468F"/>
    <w:pPr>
      <w:spacing w:after="60"/>
      <w:ind w:left="360" w:hanging="360"/>
      <w:contextualSpacing w:val="0"/>
      <w:mirrorIndents w:val="0"/>
    </w:pPr>
  </w:style>
  <w:style w:type="character" w:customStyle="1" w:styleId="23ReferencesChar">
    <w:name w:val="23_References Char"/>
    <w:basedOn w:val="DefaultParagraphFont"/>
    <w:link w:val="23References"/>
    <w:rsid w:val="00E7468F"/>
  </w:style>
  <w:style w:type="paragraph" w:customStyle="1" w:styleId="19PageHeader">
    <w:name w:val="19_Page Header"/>
    <w:basedOn w:val="Normal"/>
    <w:link w:val="19PageHeaderChar"/>
    <w:qFormat/>
    <w:rsid w:val="00F23DC6"/>
    <w:pPr>
      <w:contextualSpacing w:val="0"/>
      <w:mirrorIndents w:val="0"/>
      <w:jc w:val="right"/>
    </w:pPr>
    <w:rPr>
      <w:i/>
    </w:rPr>
  </w:style>
  <w:style w:type="character" w:customStyle="1" w:styleId="19PageHeaderChar">
    <w:name w:val="19_Page Header Char"/>
    <w:basedOn w:val="DefaultParagraphFont"/>
    <w:link w:val="19PageHeader"/>
    <w:rsid w:val="00F23DC6"/>
    <w:rPr>
      <w:i/>
    </w:rPr>
  </w:style>
  <w:style w:type="paragraph" w:customStyle="1" w:styleId="05VersioningHeading">
    <w:name w:val="05_Versioning Heading"/>
    <w:basedOn w:val="03CoverHeading"/>
    <w:link w:val="05VersioningHeadingChar"/>
    <w:qFormat/>
    <w:rsid w:val="007F3D89"/>
    <w:rPr>
      <w:i/>
      <w:color w:val="FF0000"/>
    </w:rPr>
  </w:style>
  <w:style w:type="paragraph" w:customStyle="1" w:styleId="06VersioningText">
    <w:name w:val="06_Versioning Text"/>
    <w:basedOn w:val="04CoverText"/>
    <w:link w:val="06VersioningTextChar"/>
    <w:qFormat/>
    <w:rsid w:val="007F3D89"/>
    <w:rPr>
      <w:i/>
      <w:color w:val="FF0000"/>
    </w:rPr>
  </w:style>
  <w:style w:type="character" w:customStyle="1" w:styleId="05VersioningHeadingChar">
    <w:name w:val="05_Versioning Heading Char"/>
    <w:basedOn w:val="03CoverHeadingChar"/>
    <w:link w:val="05VersioningHeading"/>
    <w:rsid w:val="007F3D89"/>
    <w:rPr>
      <w:b/>
      <w:i/>
      <w:color w:val="FF0000"/>
    </w:rPr>
  </w:style>
  <w:style w:type="paragraph" w:customStyle="1" w:styleId="08MainNumberedHeadingTextNoSubpoints">
    <w:name w:val="08_Main Numbered Heading Text (No Subpoints)"/>
    <w:basedOn w:val="07MainNumberedHeading"/>
    <w:link w:val="08MainNumberedHeadingTextNoSubpointsChar"/>
    <w:qFormat/>
    <w:rsid w:val="0070463B"/>
    <w:pPr>
      <w:numPr>
        <w:numId w:val="0"/>
      </w:numPr>
    </w:pPr>
    <w:rPr>
      <w:b w:val="0"/>
    </w:rPr>
  </w:style>
  <w:style w:type="character" w:customStyle="1" w:styleId="06VersioningTextChar">
    <w:name w:val="06_Versioning Text Char"/>
    <w:basedOn w:val="04CoverTextChar"/>
    <w:link w:val="06VersioningText"/>
    <w:rsid w:val="007F3D89"/>
    <w:rPr>
      <w:i/>
      <w:color w:val="FF0000"/>
    </w:rPr>
  </w:style>
  <w:style w:type="paragraph" w:customStyle="1" w:styleId="10aHeading">
    <w:name w:val="10_a. Heading"/>
    <w:basedOn w:val="09aText-NoHeading"/>
    <w:link w:val="10aHeadingChar"/>
    <w:qFormat/>
    <w:rsid w:val="0070463B"/>
    <w:pPr>
      <w:numPr>
        <w:numId w:val="4"/>
      </w:numPr>
    </w:pPr>
    <w:rPr>
      <w:b/>
      <w:color w:val="365F91" w:themeColor="accent1" w:themeShade="BF"/>
    </w:rPr>
  </w:style>
  <w:style w:type="character" w:customStyle="1" w:styleId="08MainNumberedHeadingTextNoSubpointsChar">
    <w:name w:val="08_Main Numbered Heading Text (No Subpoints) Char"/>
    <w:basedOn w:val="07MainNumberedHeadingChar"/>
    <w:link w:val="08MainNumberedHeadingTextNoSubpoints"/>
    <w:rsid w:val="0070463B"/>
    <w:rPr>
      <w:b w:val="0"/>
    </w:rPr>
  </w:style>
  <w:style w:type="paragraph" w:customStyle="1" w:styleId="11aHeadingTextNoSubpoints">
    <w:name w:val="11_a.Heading Text (No Subpoints)"/>
    <w:basedOn w:val="08MainNumberedHeadingTextNoSubpoints"/>
    <w:link w:val="11aHeadingTextNoSubpointsChar"/>
    <w:qFormat/>
    <w:rsid w:val="0070463B"/>
    <w:pPr>
      <w:ind w:left="720"/>
    </w:pPr>
  </w:style>
  <w:style w:type="character" w:customStyle="1" w:styleId="10aHeadingChar">
    <w:name w:val="10_a. Heading Char"/>
    <w:basedOn w:val="09aText-NoHeadingChar"/>
    <w:link w:val="10aHeading"/>
    <w:rsid w:val="0070463B"/>
    <w:rPr>
      <w:b/>
      <w:color w:val="365F91" w:themeColor="accent1" w:themeShade="BF"/>
    </w:rPr>
  </w:style>
  <w:style w:type="paragraph" w:customStyle="1" w:styleId="121Heading">
    <w:name w:val="12_(1) Heading"/>
    <w:basedOn w:val="Normal"/>
    <w:qFormat/>
    <w:rsid w:val="00E7468F"/>
    <w:pPr>
      <w:spacing w:after="240"/>
      <w:ind w:left="1440" w:hanging="360"/>
      <w:contextualSpacing w:val="0"/>
      <w:mirrorIndents w:val="0"/>
      <w:outlineLvl w:val="3"/>
    </w:pPr>
    <w:rPr>
      <w:rFonts w:eastAsia="Times New Roman" w:cs="Arial"/>
      <w:color w:val="365F91" w:themeColor="accent1" w:themeShade="BF"/>
      <w:szCs w:val="18"/>
    </w:rPr>
  </w:style>
  <w:style w:type="character" w:customStyle="1" w:styleId="11aHeadingTextNoSubpointsChar">
    <w:name w:val="11_a.Heading Text (No Subpoints) Char"/>
    <w:basedOn w:val="08MainNumberedHeadingTextNoSubpointsChar"/>
    <w:link w:val="11aHeadingTextNoSubpoints"/>
    <w:rsid w:val="0070463B"/>
    <w:rPr>
      <w:b w:val="0"/>
    </w:rPr>
  </w:style>
  <w:style w:type="paragraph" w:customStyle="1" w:styleId="131HeadingTextNoSubpoints">
    <w:name w:val="13_(1) Heading Text (No Subpoints)"/>
    <w:basedOn w:val="08MainNumberedHeadingTextNoSubpoints"/>
    <w:link w:val="131HeadingTextNoSubpointsChar"/>
    <w:qFormat/>
    <w:rsid w:val="007646F7"/>
    <w:pPr>
      <w:ind w:left="720" w:hanging="360"/>
    </w:pPr>
  </w:style>
  <w:style w:type="paragraph" w:customStyle="1" w:styleId="141Text-NoHeading">
    <w:name w:val="14_(1) Text - No Heading"/>
    <w:basedOn w:val="09aText-NoHeading"/>
    <w:link w:val="141Text-NoHeadingChar"/>
    <w:qFormat/>
    <w:rsid w:val="007646F7"/>
    <w:pPr>
      <w:numPr>
        <w:ilvl w:val="1"/>
        <w:numId w:val="4"/>
      </w:numPr>
    </w:pPr>
  </w:style>
  <w:style w:type="character" w:customStyle="1" w:styleId="131HeadingTextNoSubpointsChar">
    <w:name w:val="13_(1) Heading Text (No Subpoints) Char"/>
    <w:basedOn w:val="08MainNumberedHeadingTextNoSubpointsChar"/>
    <w:link w:val="131HeadingTextNoSubpoints"/>
    <w:rsid w:val="007646F7"/>
    <w:rPr>
      <w:b w:val="0"/>
    </w:rPr>
  </w:style>
  <w:style w:type="paragraph" w:customStyle="1" w:styleId="15iText">
    <w:name w:val="15_i. Text"/>
    <w:basedOn w:val="09aText-NoHeading"/>
    <w:link w:val="15iTextChar"/>
    <w:qFormat/>
    <w:rsid w:val="007646F7"/>
    <w:pPr>
      <w:numPr>
        <w:ilvl w:val="2"/>
        <w:numId w:val="4"/>
      </w:numPr>
    </w:pPr>
  </w:style>
  <w:style w:type="character" w:customStyle="1" w:styleId="141Text-NoHeadingChar">
    <w:name w:val="14_(1) Text - No Heading Char"/>
    <w:basedOn w:val="09aText-NoHeadingChar"/>
    <w:link w:val="141Text-NoHeading"/>
    <w:rsid w:val="007646F7"/>
  </w:style>
  <w:style w:type="paragraph" w:customStyle="1" w:styleId="161underlinedText">
    <w:name w:val="16_1. (underlined) Text"/>
    <w:basedOn w:val="NormalWeb"/>
    <w:link w:val="161underlinedTextChar"/>
    <w:qFormat/>
    <w:rsid w:val="007646F7"/>
    <w:pPr>
      <w:numPr>
        <w:ilvl w:val="3"/>
        <w:numId w:val="4"/>
      </w:numPr>
      <w:spacing w:after="120" w:afterAutospacing="0"/>
    </w:pPr>
  </w:style>
  <w:style w:type="character" w:customStyle="1" w:styleId="15iTextChar">
    <w:name w:val="15_i. Text Char"/>
    <w:basedOn w:val="09aText-NoHeadingChar"/>
    <w:link w:val="15iText"/>
    <w:rsid w:val="007646F7"/>
  </w:style>
  <w:style w:type="paragraph" w:customStyle="1" w:styleId="17iunderlinedtext">
    <w:name w:val="17_i. (underlined) text"/>
    <w:basedOn w:val="NormalWeb"/>
    <w:link w:val="17iunderlinedtextChar"/>
    <w:qFormat/>
    <w:rsid w:val="007646F7"/>
    <w:pPr>
      <w:numPr>
        <w:ilvl w:val="4"/>
        <w:numId w:val="4"/>
      </w:numPr>
      <w:spacing w:after="120" w:afterAutospacing="0"/>
    </w:pPr>
  </w:style>
  <w:style w:type="character" w:customStyle="1" w:styleId="NormalWebChar">
    <w:name w:val="Normal (Web) Char"/>
    <w:basedOn w:val="DefaultParagraphFont"/>
    <w:link w:val="NormalWeb"/>
    <w:uiPriority w:val="99"/>
    <w:rsid w:val="007646F7"/>
    <w:rPr>
      <w:rFonts w:eastAsia="Times New Roman"/>
    </w:rPr>
  </w:style>
  <w:style w:type="character" w:customStyle="1" w:styleId="161underlinedTextChar">
    <w:name w:val="16_1. (underlined) Text Char"/>
    <w:basedOn w:val="NormalWebChar"/>
    <w:link w:val="161underlinedText"/>
    <w:rsid w:val="007646F7"/>
    <w:rPr>
      <w:rFonts w:eastAsia="Times New Roman"/>
    </w:rPr>
  </w:style>
  <w:style w:type="paragraph" w:customStyle="1" w:styleId="20VersioningPageHeader">
    <w:name w:val="20_Versioning Page Header"/>
    <w:basedOn w:val="19PageHeader"/>
    <w:qFormat/>
    <w:rsid w:val="00E7468F"/>
    <w:rPr>
      <w:color w:val="FF0000"/>
    </w:rPr>
  </w:style>
  <w:style w:type="character" w:customStyle="1" w:styleId="17iunderlinedtextChar">
    <w:name w:val="17_i. (underlined) text Char"/>
    <w:basedOn w:val="NormalWebChar"/>
    <w:link w:val="17iunderlinedtext"/>
    <w:rsid w:val="007646F7"/>
    <w:rPr>
      <w:rFonts w:eastAsia="Times New Roman"/>
    </w:rPr>
  </w:style>
  <w:style w:type="paragraph" w:styleId="Header">
    <w:name w:val="header"/>
    <w:basedOn w:val="Normal"/>
    <w:link w:val="HeaderChar"/>
    <w:uiPriority w:val="99"/>
    <w:unhideWhenUsed/>
    <w:qFormat/>
    <w:rsid w:val="00BA0312"/>
    <w:pPr>
      <w:tabs>
        <w:tab w:val="center" w:pos="4680"/>
        <w:tab w:val="right" w:pos="9360"/>
      </w:tabs>
    </w:pPr>
  </w:style>
  <w:style w:type="character" w:customStyle="1" w:styleId="HeaderChar">
    <w:name w:val="Header Char"/>
    <w:basedOn w:val="DefaultParagraphFont"/>
    <w:link w:val="Header"/>
    <w:uiPriority w:val="99"/>
    <w:rsid w:val="00BA03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43849">
      <w:bodyDiv w:val="1"/>
      <w:marLeft w:val="0"/>
      <w:marRight w:val="0"/>
      <w:marTop w:val="0"/>
      <w:marBottom w:val="0"/>
      <w:divBdr>
        <w:top w:val="none" w:sz="0" w:space="0" w:color="auto"/>
        <w:left w:val="none" w:sz="0" w:space="0" w:color="auto"/>
        <w:bottom w:val="none" w:sz="0" w:space="0" w:color="auto"/>
        <w:right w:val="none" w:sz="0" w:space="0" w:color="auto"/>
      </w:divBdr>
    </w:div>
    <w:div w:id="378238547">
      <w:bodyDiv w:val="1"/>
      <w:marLeft w:val="0"/>
      <w:marRight w:val="0"/>
      <w:marTop w:val="0"/>
      <w:marBottom w:val="0"/>
      <w:divBdr>
        <w:top w:val="none" w:sz="0" w:space="0" w:color="auto"/>
        <w:left w:val="none" w:sz="0" w:space="0" w:color="auto"/>
        <w:bottom w:val="none" w:sz="0" w:space="0" w:color="auto"/>
        <w:right w:val="none" w:sz="0" w:space="0" w:color="auto"/>
      </w:divBdr>
    </w:div>
    <w:div w:id="623729524">
      <w:bodyDiv w:val="1"/>
      <w:marLeft w:val="0"/>
      <w:marRight w:val="0"/>
      <w:marTop w:val="0"/>
      <w:marBottom w:val="0"/>
      <w:divBdr>
        <w:top w:val="none" w:sz="0" w:space="0" w:color="auto"/>
        <w:left w:val="none" w:sz="0" w:space="0" w:color="auto"/>
        <w:bottom w:val="none" w:sz="0" w:space="0" w:color="auto"/>
        <w:right w:val="none" w:sz="0" w:space="0" w:color="auto"/>
      </w:divBdr>
    </w:div>
    <w:div w:id="1083257329">
      <w:bodyDiv w:val="1"/>
      <w:marLeft w:val="0"/>
      <w:marRight w:val="0"/>
      <w:marTop w:val="0"/>
      <w:marBottom w:val="0"/>
      <w:divBdr>
        <w:top w:val="none" w:sz="0" w:space="0" w:color="auto"/>
        <w:left w:val="none" w:sz="0" w:space="0" w:color="auto"/>
        <w:bottom w:val="none" w:sz="0" w:space="0" w:color="auto"/>
        <w:right w:val="none" w:sz="0" w:space="0" w:color="auto"/>
      </w:divBdr>
    </w:div>
    <w:div w:id="1101098694">
      <w:bodyDiv w:val="1"/>
      <w:marLeft w:val="0"/>
      <w:marRight w:val="0"/>
      <w:marTop w:val="0"/>
      <w:marBottom w:val="0"/>
      <w:divBdr>
        <w:top w:val="none" w:sz="0" w:space="0" w:color="auto"/>
        <w:left w:val="none" w:sz="0" w:space="0" w:color="auto"/>
        <w:bottom w:val="none" w:sz="0" w:space="0" w:color="auto"/>
        <w:right w:val="none" w:sz="0" w:space="0" w:color="auto"/>
      </w:divBdr>
    </w:div>
    <w:div w:id="1385370704">
      <w:bodyDiv w:val="1"/>
      <w:marLeft w:val="0"/>
      <w:marRight w:val="0"/>
      <w:marTop w:val="0"/>
      <w:marBottom w:val="0"/>
      <w:divBdr>
        <w:top w:val="none" w:sz="0" w:space="0" w:color="auto"/>
        <w:left w:val="none" w:sz="0" w:space="0" w:color="auto"/>
        <w:bottom w:val="none" w:sz="0" w:space="0" w:color="auto"/>
        <w:right w:val="none" w:sz="0" w:space="0" w:color="auto"/>
      </w:divBdr>
    </w:div>
    <w:div w:id="1417551016">
      <w:bodyDiv w:val="1"/>
      <w:marLeft w:val="0"/>
      <w:marRight w:val="0"/>
      <w:marTop w:val="0"/>
      <w:marBottom w:val="0"/>
      <w:divBdr>
        <w:top w:val="none" w:sz="0" w:space="0" w:color="auto"/>
        <w:left w:val="none" w:sz="0" w:space="0" w:color="auto"/>
        <w:bottom w:val="none" w:sz="0" w:space="0" w:color="auto"/>
        <w:right w:val="none" w:sz="0" w:space="0" w:color="auto"/>
      </w:divBdr>
    </w:div>
    <w:div w:id="1814978671">
      <w:bodyDiv w:val="1"/>
      <w:marLeft w:val="0"/>
      <w:marRight w:val="0"/>
      <w:marTop w:val="0"/>
      <w:marBottom w:val="0"/>
      <w:divBdr>
        <w:top w:val="none" w:sz="0" w:space="0" w:color="auto"/>
        <w:left w:val="none" w:sz="0" w:space="0" w:color="auto"/>
        <w:bottom w:val="none" w:sz="0" w:space="0" w:color="auto"/>
        <w:right w:val="none" w:sz="0" w:space="0" w:color="auto"/>
      </w:divBdr>
    </w:div>
    <w:div w:id="1961568870">
      <w:bodyDiv w:val="1"/>
      <w:marLeft w:val="0"/>
      <w:marRight w:val="0"/>
      <w:marTop w:val="0"/>
      <w:marBottom w:val="0"/>
      <w:divBdr>
        <w:top w:val="none" w:sz="0" w:space="0" w:color="auto"/>
        <w:left w:val="none" w:sz="0" w:space="0" w:color="auto"/>
        <w:bottom w:val="none" w:sz="0" w:space="0" w:color="auto"/>
        <w:right w:val="none" w:sz="0" w:space="0" w:color="auto"/>
      </w:divBdr>
    </w:div>
    <w:div w:id="2057393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tif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naler\Desktop\DoD%20Issuance%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2C111BF91BA4E59A90DB1583F726335"/>
        <w:category>
          <w:name w:val="General"/>
          <w:gallery w:val="placeholder"/>
        </w:category>
        <w:types>
          <w:type w:val="bbPlcHdr"/>
        </w:types>
        <w:behaviors>
          <w:behavior w:val="content"/>
        </w:behaviors>
        <w:guid w:val="{E1D2F2BC-B4CB-48BA-8209-D06DAF5CE5D4}"/>
      </w:docPartPr>
      <w:docPartBody>
        <w:p w:rsidR="00BF135A" w:rsidRDefault="0038623E" w:rsidP="0038623E">
          <w:pPr>
            <w:pStyle w:val="F2C111BF91BA4E59A90DB1583F72633511"/>
          </w:pPr>
          <w:r w:rsidRPr="00A72F4D">
            <w:rPr>
              <w:rStyle w:val="29IssuanceTypeChar"/>
            </w:rPr>
            <w:t>Choose an item.</w:t>
          </w:r>
        </w:p>
      </w:docPartBody>
    </w:docPart>
    <w:docPart>
      <w:docPartPr>
        <w:name w:val="00A651C175294D1F886BC63B615014A2"/>
        <w:category>
          <w:name w:val="General"/>
          <w:gallery w:val="placeholder"/>
        </w:category>
        <w:types>
          <w:type w:val="bbPlcHdr"/>
        </w:types>
        <w:behaviors>
          <w:behavior w:val="content"/>
        </w:behaviors>
        <w:guid w:val="{98F7F861-9416-46F9-BCBB-83C870E0AAD1}"/>
      </w:docPartPr>
      <w:docPartBody>
        <w:p w:rsidR="00BF135A" w:rsidRDefault="0038623E" w:rsidP="0038623E">
          <w:pPr>
            <w:pStyle w:val="00A651C175294D1F886BC63B615014A211"/>
          </w:pPr>
          <w:r w:rsidRPr="00EB766C">
            <w:rPr>
              <w:rStyle w:val="PlaceholderText"/>
            </w:rPr>
            <w:t>Choose an item.</w:t>
          </w:r>
        </w:p>
      </w:docPartBody>
    </w:docPart>
    <w:docPart>
      <w:docPartPr>
        <w:name w:val="174B07CF5C464148B52FF237CEF0FC83"/>
        <w:category>
          <w:name w:val="General"/>
          <w:gallery w:val="placeholder"/>
        </w:category>
        <w:types>
          <w:type w:val="bbPlcHdr"/>
        </w:types>
        <w:behaviors>
          <w:behavior w:val="content"/>
        </w:behaviors>
        <w:guid w:val="{A417942D-28F1-44DB-95CE-A270025AB817}"/>
      </w:docPartPr>
      <w:docPartBody>
        <w:p w:rsidR="00BF135A" w:rsidRDefault="0038623E" w:rsidP="0038623E">
          <w:pPr>
            <w:pStyle w:val="174B07CF5C464148B52FF237CEF0FC8311"/>
          </w:pPr>
          <w:r w:rsidRPr="002C604B">
            <w:rPr>
              <w:rStyle w:val="PlaceholderText"/>
            </w:rPr>
            <w:t>Choose an item.</w:t>
          </w:r>
        </w:p>
      </w:docPartBody>
    </w:docPart>
    <w:docPart>
      <w:docPartPr>
        <w:name w:val="294646EC09AE4EAE929B5E156FA388D4"/>
        <w:category>
          <w:name w:val="General"/>
          <w:gallery w:val="placeholder"/>
        </w:category>
        <w:types>
          <w:type w:val="bbPlcHdr"/>
        </w:types>
        <w:behaviors>
          <w:behavior w:val="content"/>
        </w:behaviors>
        <w:guid w:val="{D182E082-86DC-4C91-80B5-0990318A9D26}"/>
      </w:docPartPr>
      <w:docPartBody>
        <w:p w:rsidR="001B640A" w:rsidRDefault="00175E19" w:rsidP="00175E19">
          <w:pPr>
            <w:pStyle w:val="294646EC09AE4EAE929B5E156FA388D4"/>
          </w:pPr>
          <w:r w:rsidRPr="002C604B">
            <w:rPr>
              <w:rStyle w:val="PlaceholderText"/>
            </w:rPr>
            <w:t>Choose an item.</w:t>
          </w:r>
        </w:p>
      </w:docPartBody>
    </w:docPart>
    <w:docPart>
      <w:docPartPr>
        <w:name w:val="7BC4134771B0494CAD5766F33372244F"/>
        <w:category>
          <w:name w:val="General"/>
          <w:gallery w:val="placeholder"/>
        </w:category>
        <w:types>
          <w:type w:val="bbPlcHdr"/>
        </w:types>
        <w:behaviors>
          <w:behavior w:val="content"/>
        </w:behaviors>
        <w:guid w:val="{C2DF3BF8-3F2E-4DC0-BC7E-0ED5313AA511}"/>
      </w:docPartPr>
      <w:docPartBody>
        <w:p w:rsidR="001B640A" w:rsidRDefault="00175E19" w:rsidP="00175E19">
          <w:pPr>
            <w:pStyle w:val="7BC4134771B0494CAD5766F33372244F"/>
          </w:pPr>
          <w:r w:rsidRPr="002C604B">
            <w:rPr>
              <w:rStyle w:val="PlaceholderText"/>
            </w:rPr>
            <w:t>Choose an item.</w:t>
          </w:r>
        </w:p>
      </w:docPartBody>
    </w:docPart>
    <w:docPart>
      <w:docPartPr>
        <w:name w:val="4D7A74504EB94A6DA2FD8034C41A5A3B"/>
        <w:category>
          <w:name w:val="General"/>
          <w:gallery w:val="placeholder"/>
        </w:category>
        <w:types>
          <w:type w:val="bbPlcHdr"/>
        </w:types>
        <w:behaviors>
          <w:behavior w:val="content"/>
        </w:behaviors>
        <w:guid w:val="{825C4103-23C4-4F3A-8249-EA38111A0779}"/>
      </w:docPartPr>
      <w:docPartBody>
        <w:p w:rsidR="001B640A" w:rsidRDefault="00175E19" w:rsidP="00175E19">
          <w:pPr>
            <w:pStyle w:val="4D7A74504EB94A6DA2FD8034C41A5A3B"/>
          </w:pPr>
          <w:r w:rsidRPr="002C604B">
            <w:rPr>
              <w:rStyle w:val="PlaceholderText"/>
            </w:rPr>
            <w:t>Choose an item.</w:t>
          </w:r>
        </w:p>
      </w:docPartBody>
    </w:docPart>
    <w:docPart>
      <w:docPartPr>
        <w:name w:val="FCC98426BC144599A661337D24CFA466"/>
        <w:category>
          <w:name w:val="General"/>
          <w:gallery w:val="placeholder"/>
        </w:category>
        <w:types>
          <w:type w:val="bbPlcHdr"/>
        </w:types>
        <w:behaviors>
          <w:behavior w:val="content"/>
        </w:behaviors>
        <w:guid w:val="{2B83A383-DFE8-425C-B67F-BAB8EEDFCA88}"/>
      </w:docPartPr>
      <w:docPartBody>
        <w:p w:rsidR="001B640A" w:rsidRDefault="00175E19" w:rsidP="00175E19">
          <w:pPr>
            <w:pStyle w:val="FCC98426BC144599A661337D24CFA466"/>
          </w:pPr>
          <w:r w:rsidRPr="00FE62F5">
            <w:rPr>
              <w:rStyle w:val="PlaceholderText"/>
              <w:rFonts w:eastAsiaTheme="majorEastAsia"/>
            </w:rPr>
            <w:t>Choose an item.</w:t>
          </w:r>
        </w:p>
      </w:docPartBody>
    </w:docPart>
    <w:docPart>
      <w:docPartPr>
        <w:name w:val="2137DF24905A4C7FACDD4D3942027610"/>
        <w:category>
          <w:name w:val="General"/>
          <w:gallery w:val="placeholder"/>
        </w:category>
        <w:types>
          <w:type w:val="bbPlcHdr"/>
        </w:types>
        <w:behaviors>
          <w:behavior w:val="content"/>
        </w:behaviors>
        <w:guid w:val="{25D4CA27-56A1-4578-832F-5096F74FFD77}"/>
      </w:docPartPr>
      <w:docPartBody>
        <w:p w:rsidR="001B640A" w:rsidRDefault="00175E19" w:rsidP="00175E19">
          <w:pPr>
            <w:pStyle w:val="2137DF24905A4C7FACDD4D3942027610"/>
          </w:pPr>
          <w:r w:rsidRPr="002C604B">
            <w:rPr>
              <w:rStyle w:val="PlaceholderText"/>
            </w:rPr>
            <w:t>Choose an item.</w:t>
          </w:r>
        </w:p>
      </w:docPartBody>
    </w:docPart>
    <w:docPart>
      <w:docPartPr>
        <w:name w:val="3178AA6C183B46EFA09265A7E9F9848D"/>
        <w:category>
          <w:name w:val="General"/>
          <w:gallery w:val="placeholder"/>
        </w:category>
        <w:types>
          <w:type w:val="bbPlcHdr"/>
        </w:types>
        <w:behaviors>
          <w:behavior w:val="content"/>
        </w:behaviors>
        <w:guid w:val="{ACD37285-B0B9-4075-9854-6E3764A5ABE5}"/>
      </w:docPartPr>
      <w:docPartBody>
        <w:p w:rsidR="001B640A" w:rsidRDefault="00175E19" w:rsidP="00175E19">
          <w:pPr>
            <w:pStyle w:val="3178AA6C183B46EFA09265A7E9F9848D"/>
          </w:pPr>
          <w:r w:rsidRPr="002C604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35A"/>
    <w:rsid w:val="00047EFF"/>
    <w:rsid w:val="00175E19"/>
    <w:rsid w:val="001B640A"/>
    <w:rsid w:val="00281C3A"/>
    <w:rsid w:val="00345BB0"/>
    <w:rsid w:val="0038623E"/>
    <w:rsid w:val="003A0807"/>
    <w:rsid w:val="0042259E"/>
    <w:rsid w:val="004A5EAE"/>
    <w:rsid w:val="00506A1B"/>
    <w:rsid w:val="00592F42"/>
    <w:rsid w:val="00794009"/>
    <w:rsid w:val="007C53EA"/>
    <w:rsid w:val="008971CE"/>
    <w:rsid w:val="008F5BD1"/>
    <w:rsid w:val="00B7429E"/>
    <w:rsid w:val="00BF135A"/>
    <w:rsid w:val="00C43344"/>
    <w:rsid w:val="00C6446C"/>
    <w:rsid w:val="00E61E34"/>
    <w:rsid w:val="00F2545E"/>
    <w:rsid w:val="00F511D5"/>
    <w:rsid w:val="00F74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5E19"/>
    <w:rPr>
      <w:color w:val="808080"/>
    </w:rPr>
  </w:style>
  <w:style w:type="paragraph" w:customStyle="1" w:styleId="F2C111BF91BA4E59A90DB1583F726335">
    <w:name w:val="F2C111BF91BA4E59A90DB1583F726335"/>
  </w:style>
  <w:style w:type="paragraph" w:customStyle="1" w:styleId="00A651C175294D1F886BC63B615014A2">
    <w:name w:val="00A651C175294D1F886BC63B615014A2"/>
  </w:style>
  <w:style w:type="paragraph" w:customStyle="1" w:styleId="174B07CF5C464148B52FF237CEF0FC83">
    <w:name w:val="174B07CF5C464148B52FF237CEF0FC83"/>
  </w:style>
  <w:style w:type="paragraph" w:customStyle="1" w:styleId="CoverText">
    <w:name w:val="Cover Text"/>
    <w:basedOn w:val="Normal"/>
    <w:link w:val="CoverTextChar"/>
    <w:qFormat/>
    <w:rsid w:val="00C6446C"/>
    <w:pPr>
      <w:tabs>
        <w:tab w:val="left" w:pos="2880"/>
      </w:tabs>
      <w:spacing w:after="60" w:line="240" w:lineRule="auto"/>
      <w:ind w:left="2880" w:hanging="2880"/>
    </w:pPr>
    <w:rPr>
      <w:rFonts w:ascii="Times New Roman" w:hAnsi="Times New Roman" w:cs="Times New Roman"/>
      <w:sz w:val="24"/>
      <w:szCs w:val="24"/>
    </w:rPr>
  </w:style>
  <w:style w:type="character" w:customStyle="1" w:styleId="CoverTextChar">
    <w:name w:val="Cover Text Char"/>
    <w:basedOn w:val="DefaultParagraphFont"/>
    <w:link w:val="CoverText"/>
    <w:rsid w:val="00C6446C"/>
    <w:rPr>
      <w:rFonts w:ascii="Times New Roman" w:hAnsi="Times New Roman" w:cs="Times New Roman"/>
      <w:sz w:val="24"/>
      <w:szCs w:val="24"/>
    </w:rPr>
  </w:style>
  <w:style w:type="paragraph" w:customStyle="1" w:styleId="9F6B91B814A644968BE23B9A1B4CEB26">
    <w:name w:val="9F6B91B814A644968BE23B9A1B4CEB26"/>
  </w:style>
  <w:style w:type="paragraph" w:customStyle="1" w:styleId="3FA8E4936296493C83DF0BC2336A6F12">
    <w:name w:val="3FA8E4936296493C83DF0BC2336A6F12"/>
  </w:style>
  <w:style w:type="paragraph" w:customStyle="1" w:styleId="66A0ECF43B6B4626B15DEE6071619959">
    <w:name w:val="66A0ECF43B6B4626B15DEE6071619959"/>
  </w:style>
  <w:style w:type="paragraph" w:customStyle="1" w:styleId="149410EFC372427E8E0C54D85EEB814A">
    <w:name w:val="149410EFC372427E8E0C54D85EEB814A"/>
    <w:rsid w:val="00BF135A"/>
  </w:style>
  <w:style w:type="paragraph" w:customStyle="1" w:styleId="605C83BC82C047B3A55E21A9332767BD">
    <w:name w:val="605C83BC82C047B3A55E21A9332767BD"/>
    <w:rsid w:val="00BF135A"/>
  </w:style>
  <w:style w:type="paragraph" w:customStyle="1" w:styleId="2AE71A0F06A948958DEC1FC479A18EB1">
    <w:name w:val="2AE71A0F06A948958DEC1FC479A18EB1"/>
    <w:rsid w:val="00BF135A"/>
  </w:style>
  <w:style w:type="paragraph" w:customStyle="1" w:styleId="02E37C29A20240E9A14649710BCE163D">
    <w:name w:val="02E37C29A20240E9A14649710BCE163D"/>
    <w:rsid w:val="00BF135A"/>
  </w:style>
  <w:style w:type="paragraph" w:customStyle="1" w:styleId="F2C111BF91BA4E59A90DB1583F7263351">
    <w:name w:val="F2C111BF91BA4E59A90DB1583F7263351"/>
    <w:rsid w:val="008971CE"/>
    <w:pPr>
      <w:spacing w:after="240" w:line="240" w:lineRule="auto"/>
      <w:jc w:val="center"/>
    </w:pPr>
    <w:rPr>
      <w:rFonts w:ascii="Times New Roman" w:hAnsi="Times New Roman" w:cs="Times New Roman"/>
      <w:smallCaps/>
      <w:sz w:val="40"/>
      <w:szCs w:val="40"/>
    </w:rPr>
  </w:style>
  <w:style w:type="paragraph" w:customStyle="1" w:styleId="00A651C175294D1F886BC63B615014A21">
    <w:name w:val="00A651C175294D1F886BC63B615014A21"/>
    <w:rsid w:val="008971CE"/>
    <w:pPr>
      <w:spacing w:after="0" w:line="240" w:lineRule="auto"/>
      <w:contextualSpacing/>
      <w:mirrorIndents/>
    </w:pPr>
    <w:rPr>
      <w:rFonts w:ascii="Times New Roman" w:hAnsi="Times New Roman" w:cs="Times New Roman"/>
      <w:sz w:val="24"/>
      <w:szCs w:val="24"/>
    </w:rPr>
  </w:style>
  <w:style w:type="paragraph" w:customStyle="1" w:styleId="174B07CF5C464148B52FF237CEF0FC831">
    <w:name w:val="174B07CF5C464148B52FF237CEF0FC831"/>
    <w:rsid w:val="008971CE"/>
    <w:pPr>
      <w:spacing w:after="0" w:line="240" w:lineRule="auto"/>
      <w:contextualSpacing/>
      <w:mirrorIndents/>
    </w:pPr>
    <w:rPr>
      <w:rFonts w:ascii="Times New Roman" w:hAnsi="Times New Roman" w:cs="Times New Roman"/>
      <w:sz w:val="24"/>
      <w:szCs w:val="24"/>
    </w:rPr>
  </w:style>
  <w:style w:type="paragraph" w:customStyle="1" w:styleId="9F6B91B814A644968BE23B9A1B4CEB261">
    <w:name w:val="9F6B91B814A644968BE23B9A1B4CEB261"/>
    <w:rsid w:val="008971CE"/>
    <w:pPr>
      <w:spacing w:after="0" w:line="240" w:lineRule="auto"/>
      <w:contextualSpacing/>
      <w:mirrorIndents/>
    </w:pPr>
    <w:rPr>
      <w:rFonts w:ascii="Times New Roman" w:hAnsi="Times New Roman" w:cs="Times New Roman"/>
      <w:sz w:val="24"/>
      <w:szCs w:val="24"/>
    </w:rPr>
  </w:style>
  <w:style w:type="paragraph" w:customStyle="1" w:styleId="3FA8E4936296493C83DF0BC2336A6F121">
    <w:name w:val="3FA8E4936296493C83DF0BC2336A6F121"/>
    <w:rsid w:val="008971CE"/>
    <w:pPr>
      <w:widowControl w:val="0"/>
      <w:tabs>
        <w:tab w:val="center" w:pos="4320"/>
        <w:tab w:val="right" w:pos="8640"/>
      </w:tabs>
      <w:adjustRightInd w:val="0"/>
      <w:spacing w:after="0" w:line="240" w:lineRule="auto"/>
      <w:jc w:val="right"/>
      <w:textAlignment w:val="baseline"/>
    </w:pPr>
    <w:rPr>
      <w:rFonts w:ascii="Times New Roman" w:eastAsia="Times New Roman" w:hAnsi="Times New Roman" w:cs="Times New Roman"/>
      <w:i/>
      <w:sz w:val="24"/>
      <w:szCs w:val="24"/>
    </w:rPr>
  </w:style>
  <w:style w:type="paragraph" w:customStyle="1" w:styleId="F2C111BF91BA4E59A90DB1583F7263352">
    <w:name w:val="F2C111BF91BA4E59A90DB1583F7263352"/>
    <w:rsid w:val="008971CE"/>
    <w:pPr>
      <w:spacing w:after="240" w:line="240" w:lineRule="auto"/>
      <w:jc w:val="center"/>
    </w:pPr>
    <w:rPr>
      <w:rFonts w:ascii="Times New Roman" w:hAnsi="Times New Roman" w:cs="Times New Roman"/>
      <w:smallCaps/>
      <w:sz w:val="40"/>
      <w:szCs w:val="40"/>
    </w:rPr>
  </w:style>
  <w:style w:type="paragraph" w:customStyle="1" w:styleId="00A651C175294D1F886BC63B615014A22">
    <w:name w:val="00A651C175294D1F886BC63B615014A22"/>
    <w:rsid w:val="008971CE"/>
    <w:pPr>
      <w:spacing w:after="0" w:line="240" w:lineRule="auto"/>
      <w:contextualSpacing/>
      <w:mirrorIndents/>
    </w:pPr>
    <w:rPr>
      <w:rFonts w:ascii="Times New Roman" w:hAnsi="Times New Roman" w:cs="Times New Roman"/>
      <w:sz w:val="24"/>
      <w:szCs w:val="24"/>
    </w:rPr>
  </w:style>
  <w:style w:type="paragraph" w:customStyle="1" w:styleId="174B07CF5C464148B52FF237CEF0FC832">
    <w:name w:val="174B07CF5C464148B52FF237CEF0FC832"/>
    <w:rsid w:val="008971CE"/>
    <w:pPr>
      <w:spacing w:after="0" w:line="240" w:lineRule="auto"/>
      <w:contextualSpacing/>
      <w:mirrorIndents/>
    </w:pPr>
    <w:rPr>
      <w:rFonts w:ascii="Times New Roman" w:hAnsi="Times New Roman" w:cs="Times New Roman"/>
      <w:sz w:val="24"/>
      <w:szCs w:val="24"/>
    </w:rPr>
  </w:style>
  <w:style w:type="paragraph" w:customStyle="1" w:styleId="9F6B91B814A644968BE23B9A1B4CEB262">
    <w:name w:val="9F6B91B814A644968BE23B9A1B4CEB262"/>
    <w:rsid w:val="008971CE"/>
    <w:pPr>
      <w:spacing w:after="0" w:line="240" w:lineRule="auto"/>
      <w:contextualSpacing/>
      <w:mirrorIndents/>
    </w:pPr>
    <w:rPr>
      <w:rFonts w:ascii="Times New Roman" w:hAnsi="Times New Roman" w:cs="Times New Roman"/>
      <w:sz w:val="24"/>
      <w:szCs w:val="24"/>
    </w:rPr>
  </w:style>
  <w:style w:type="paragraph" w:customStyle="1" w:styleId="3FA8E4936296493C83DF0BC2336A6F122">
    <w:name w:val="3FA8E4936296493C83DF0BC2336A6F122"/>
    <w:rsid w:val="008971CE"/>
    <w:pPr>
      <w:widowControl w:val="0"/>
      <w:tabs>
        <w:tab w:val="center" w:pos="4320"/>
        <w:tab w:val="right" w:pos="8640"/>
      </w:tabs>
      <w:adjustRightInd w:val="0"/>
      <w:spacing w:after="0" w:line="240" w:lineRule="auto"/>
      <w:jc w:val="right"/>
      <w:textAlignment w:val="baseline"/>
    </w:pPr>
    <w:rPr>
      <w:rFonts w:ascii="Times New Roman" w:eastAsia="Times New Roman" w:hAnsi="Times New Roman" w:cs="Times New Roman"/>
      <w:i/>
      <w:sz w:val="24"/>
      <w:szCs w:val="24"/>
    </w:rPr>
  </w:style>
  <w:style w:type="paragraph" w:customStyle="1" w:styleId="F2C111BF91BA4E59A90DB1583F7263353">
    <w:name w:val="F2C111BF91BA4E59A90DB1583F7263353"/>
    <w:rsid w:val="00C6446C"/>
    <w:pPr>
      <w:spacing w:after="240" w:line="240" w:lineRule="auto"/>
      <w:jc w:val="center"/>
    </w:pPr>
    <w:rPr>
      <w:rFonts w:ascii="Times New Roman" w:hAnsi="Times New Roman" w:cs="Times New Roman"/>
      <w:smallCaps/>
      <w:sz w:val="40"/>
      <w:szCs w:val="40"/>
    </w:rPr>
  </w:style>
  <w:style w:type="paragraph" w:customStyle="1" w:styleId="00A651C175294D1F886BC63B615014A23">
    <w:name w:val="00A651C175294D1F886BC63B615014A23"/>
    <w:rsid w:val="00C6446C"/>
    <w:pPr>
      <w:spacing w:after="0" w:line="240" w:lineRule="auto"/>
      <w:contextualSpacing/>
      <w:mirrorIndents/>
    </w:pPr>
    <w:rPr>
      <w:rFonts w:ascii="Times New Roman" w:hAnsi="Times New Roman" w:cs="Times New Roman"/>
      <w:sz w:val="24"/>
      <w:szCs w:val="24"/>
    </w:rPr>
  </w:style>
  <w:style w:type="paragraph" w:customStyle="1" w:styleId="174B07CF5C464148B52FF237CEF0FC833">
    <w:name w:val="174B07CF5C464148B52FF237CEF0FC833"/>
    <w:rsid w:val="00C6446C"/>
    <w:pPr>
      <w:spacing w:after="0" w:line="240" w:lineRule="auto"/>
      <w:contextualSpacing/>
      <w:mirrorIndents/>
    </w:pPr>
    <w:rPr>
      <w:rFonts w:ascii="Times New Roman" w:hAnsi="Times New Roman" w:cs="Times New Roman"/>
      <w:sz w:val="24"/>
      <w:szCs w:val="24"/>
    </w:rPr>
  </w:style>
  <w:style w:type="paragraph" w:customStyle="1" w:styleId="9F6B91B814A644968BE23B9A1B4CEB263">
    <w:name w:val="9F6B91B814A644968BE23B9A1B4CEB263"/>
    <w:rsid w:val="00C6446C"/>
    <w:pPr>
      <w:tabs>
        <w:tab w:val="left" w:pos="2880"/>
      </w:tabs>
      <w:spacing w:after="60" w:line="240" w:lineRule="auto"/>
      <w:ind w:left="2880" w:hanging="2880"/>
    </w:pPr>
    <w:rPr>
      <w:rFonts w:ascii="Times New Roman" w:hAnsi="Times New Roman" w:cs="Times New Roman"/>
      <w:sz w:val="24"/>
      <w:szCs w:val="24"/>
    </w:rPr>
  </w:style>
  <w:style w:type="paragraph" w:customStyle="1" w:styleId="3FA8E4936296493C83DF0BC2336A6F123">
    <w:name w:val="3FA8E4936296493C83DF0BC2336A6F123"/>
    <w:rsid w:val="00C6446C"/>
    <w:pPr>
      <w:widowControl w:val="0"/>
      <w:tabs>
        <w:tab w:val="center" w:pos="4320"/>
        <w:tab w:val="right" w:pos="8640"/>
      </w:tabs>
      <w:adjustRightInd w:val="0"/>
      <w:spacing w:after="0" w:line="240" w:lineRule="auto"/>
      <w:jc w:val="right"/>
      <w:textAlignment w:val="baseline"/>
    </w:pPr>
    <w:rPr>
      <w:rFonts w:ascii="Times New Roman" w:eastAsia="Times New Roman" w:hAnsi="Times New Roman" w:cs="Times New Roman"/>
      <w:i/>
      <w:sz w:val="24"/>
      <w:szCs w:val="24"/>
    </w:rPr>
  </w:style>
  <w:style w:type="paragraph" w:customStyle="1" w:styleId="29IssuanceType">
    <w:name w:val="29_Issuance Type"/>
    <w:basedOn w:val="Normal"/>
    <w:next w:val="Normal"/>
    <w:link w:val="29IssuanceTypeChar"/>
    <w:qFormat/>
    <w:rsid w:val="0038623E"/>
    <w:pPr>
      <w:spacing w:after="240" w:line="240" w:lineRule="auto"/>
      <w:jc w:val="center"/>
    </w:pPr>
    <w:rPr>
      <w:rFonts w:ascii="Times New Roman" w:hAnsi="Times New Roman" w:cs="Times New Roman"/>
      <w:smallCaps/>
      <w:sz w:val="40"/>
      <w:szCs w:val="40"/>
    </w:rPr>
  </w:style>
  <w:style w:type="character" w:customStyle="1" w:styleId="29IssuanceTypeChar">
    <w:name w:val="29_Issuance Type Char"/>
    <w:basedOn w:val="DefaultParagraphFont"/>
    <w:link w:val="29IssuanceType"/>
    <w:rsid w:val="0038623E"/>
    <w:rPr>
      <w:rFonts w:ascii="Times New Roman" w:hAnsi="Times New Roman" w:cs="Times New Roman"/>
      <w:smallCaps/>
      <w:sz w:val="40"/>
      <w:szCs w:val="40"/>
    </w:rPr>
  </w:style>
  <w:style w:type="paragraph" w:customStyle="1" w:styleId="F2C111BF91BA4E59A90DB1583F7263354">
    <w:name w:val="F2C111BF91BA4E59A90DB1583F7263354"/>
    <w:rsid w:val="003A0807"/>
    <w:pPr>
      <w:spacing w:after="240" w:line="240" w:lineRule="auto"/>
      <w:jc w:val="center"/>
    </w:pPr>
    <w:rPr>
      <w:rFonts w:ascii="Times New Roman" w:hAnsi="Times New Roman" w:cs="Times New Roman"/>
      <w:smallCaps/>
      <w:sz w:val="40"/>
      <w:szCs w:val="40"/>
    </w:rPr>
  </w:style>
  <w:style w:type="paragraph" w:customStyle="1" w:styleId="00A651C175294D1F886BC63B615014A24">
    <w:name w:val="00A651C175294D1F886BC63B615014A24"/>
    <w:rsid w:val="003A0807"/>
    <w:pPr>
      <w:tabs>
        <w:tab w:val="left" w:pos="2880"/>
      </w:tabs>
      <w:spacing w:after="60" w:line="240" w:lineRule="auto"/>
      <w:ind w:left="2880" w:hanging="2880"/>
      <w:contextualSpacing/>
    </w:pPr>
    <w:rPr>
      <w:rFonts w:ascii="Times New Roman" w:hAnsi="Times New Roman" w:cs="Times New Roman"/>
      <w:sz w:val="24"/>
      <w:szCs w:val="24"/>
    </w:rPr>
  </w:style>
  <w:style w:type="paragraph" w:customStyle="1" w:styleId="174B07CF5C464148B52FF237CEF0FC834">
    <w:name w:val="174B07CF5C464148B52FF237CEF0FC834"/>
    <w:rsid w:val="003A0807"/>
    <w:pPr>
      <w:tabs>
        <w:tab w:val="left" w:pos="2880"/>
      </w:tabs>
      <w:spacing w:after="60" w:line="240" w:lineRule="auto"/>
      <w:ind w:left="2880" w:hanging="2880"/>
      <w:contextualSpacing/>
    </w:pPr>
    <w:rPr>
      <w:rFonts w:ascii="Times New Roman" w:hAnsi="Times New Roman" w:cs="Times New Roman"/>
      <w:sz w:val="24"/>
      <w:szCs w:val="24"/>
    </w:rPr>
  </w:style>
  <w:style w:type="paragraph" w:customStyle="1" w:styleId="3FA8E4936296493C83DF0BC2336A6F124">
    <w:name w:val="3FA8E4936296493C83DF0BC2336A6F124"/>
    <w:rsid w:val="003A0807"/>
    <w:pPr>
      <w:spacing w:after="0" w:line="240" w:lineRule="auto"/>
      <w:jc w:val="right"/>
    </w:pPr>
    <w:rPr>
      <w:rFonts w:ascii="Times New Roman" w:hAnsi="Times New Roman" w:cs="Times New Roman"/>
      <w:i/>
      <w:sz w:val="24"/>
      <w:szCs w:val="24"/>
    </w:rPr>
  </w:style>
  <w:style w:type="paragraph" w:customStyle="1" w:styleId="F2C111BF91BA4E59A90DB1583F7263355">
    <w:name w:val="F2C111BF91BA4E59A90DB1583F7263355"/>
    <w:rsid w:val="003A0807"/>
    <w:pPr>
      <w:spacing w:after="240" w:line="240" w:lineRule="auto"/>
      <w:jc w:val="center"/>
    </w:pPr>
    <w:rPr>
      <w:rFonts w:ascii="Times New Roman" w:hAnsi="Times New Roman" w:cs="Times New Roman"/>
      <w:smallCaps/>
      <w:sz w:val="40"/>
      <w:szCs w:val="40"/>
    </w:rPr>
  </w:style>
  <w:style w:type="paragraph" w:customStyle="1" w:styleId="00A651C175294D1F886BC63B615014A25">
    <w:name w:val="00A651C175294D1F886BC63B615014A25"/>
    <w:rsid w:val="003A0807"/>
    <w:pPr>
      <w:tabs>
        <w:tab w:val="left" w:pos="2880"/>
      </w:tabs>
      <w:spacing w:after="60" w:line="240" w:lineRule="auto"/>
      <w:ind w:left="2880" w:hanging="2880"/>
      <w:contextualSpacing/>
    </w:pPr>
    <w:rPr>
      <w:rFonts w:ascii="Times New Roman" w:hAnsi="Times New Roman" w:cs="Times New Roman"/>
      <w:sz w:val="24"/>
      <w:szCs w:val="24"/>
    </w:rPr>
  </w:style>
  <w:style w:type="paragraph" w:customStyle="1" w:styleId="174B07CF5C464148B52FF237CEF0FC835">
    <w:name w:val="174B07CF5C464148B52FF237CEF0FC835"/>
    <w:rsid w:val="003A0807"/>
    <w:pPr>
      <w:tabs>
        <w:tab w:val="left" w:pos="2880"/>
      </w:tabs>
      <w:spacing w:after="60" w:line="240" w:lineRule="auto"/>
      <w:ind w:left="2880" w:hanging="2880"/>
      <w:contextualSpacing/>
    </w:pPr>
    <w:rPr>
      <w:rFonts w:ascii="Times New Roman" w:hAnsi="Times New Roman" w:cs="Times New Roman"/>
      <w:sz w:val="24"/>
      <w:szCs w:val="24"/>
    </w:rPr>
  </w:style>
  <w:style w:type="paragraph" w:customStyle="1" w:styleId="3FA8E4936296493C83DF0BC2336A6F125">
    <w:name w:val="3FA8E4936296493C83DF0BC2336A6F125"/>
    <w:rsid w:val="003A0807"/>
    <w:pPr>
      <w:spacing w:after="0" w:line="240" w:lineRule="auto"/>
      <w:jc w:val="right"/>
    </w:pPr>
    <w:rPr>
      <w:rFonts w:ascii="Times New Roman" w:hAnsi="Times New Roman" w:cs="Times New Roman"/>
      <w:i/>
      <w:sz w:val="24"/>
      <w:szCs w:val="24"/>
    </w:rPr>
  </w:style>
  <w:style w:type="paragraph" w:customStyle="1" w:styleId="F2C111BF91BA4E59A90DB1583F7263356">
    <w:name w:val="F2C111BF91BA4E59A90DB1583F7263356"/>
    <w:rsid w:val="00B7429E"/>
    <w:pPr>
      <w:spacing w:after="240" w:line="240" w:lineRule="auto"/>
      <w:jc w:val="center"/>
    </w:pPr>
    <w:rPr>
      <w:rFonts w:ascii="Times New Roman" w:hAnsi="Times New Roman" w:cs="Times New Roman"/>
      <w:smallCaps/>
      <w:sz w:val="40"/>
      <w:szCs w:val="40"/>
    </w:rPr>
  </w:style>
  <w:style w:type="paragraph" w:customStyle="1" w:styleId="00A651C175294D1F886BC63B615014A26">
    <w:name w:val="00A651C175294D1F886BC63B615014A26"/>
    <w:rsid w:val="00B7429E"/>
    <w:pPr>
      <w:tabs>
        <w:tab w:val="left" w:pos="2880"/>
      </w:tabs>
      <w:spacing w:after="60" w:line="240" w:lineRule="auto"/>
      <w:ind w:left="2880" w:hanging="2880"/>
      <w:contextualSpacing/>
    </w:pPr>
    <w:rPr>
      <w:rFonts w:ascii="Times New Roman" w:hAnsi="Times New Roman" w:cs="Times New Roman"/>
      <w:sz w:val="24"/>
      <w:szCs w:val="24"/>
    </w:rPr>
  </w:style>
  <w:style w:type="paragraph" w:customStyle="1" w:styleId="174B07CF5C464148B52FF237CEF0FC836">
    <w:name w:val="174B07CF5C464148B52FF237CEF0FC836"/>
    <w:rsid w:val="00B7429E"/>
    <w:pPr>
      <w:tabs>
        <w:tab w:val="left" w:pos="2880"/>
      </w:tabs>
      <w:spacing w:after="60" w:line="240" w:lineRule="auto"/>
      <w:ind w:left="2880" w:hanging="2880"/>
      <w:contextualSpacing/>
    </w:pPr>
    <w:rPr>
      <w:rFonts w:ascii="Times New Roman" w:hAnsi="Times New Roman" w:cs="Times New Roman"/>
      <w:sz w:val="24"/>
      <w:szCs w:val="24"/>
    </w:rPr>
  </w:style>
  <w:style w:type="paragraph" w:customStyle="1" w:styleId="3FA8E4936296493C83DF0BC2336A6F126">
    <w:name w:val="3FA8E4936296493C83DF0BC2336A6F126"/>
    <w:rsid w:val="00B7429E"/>
    <w:pPr>
      <w:spacing w:after="0" w:line="240" w:lineRule="auto"/>
      <w:jc w:val="right"/>
    </w:pPr>
    <w:rPr>
      <w:rFonts w:ascii="Times New Roman" w:hAnsi="Times New Roman" w:cs="Times New Roman"/>
      <w:i/>
      <w:sz w:val="24"/>
      <w:szCs w:val="24"/>
    </w:rPr>
  </w:style>
  <w:style w:type="paragraph" w:customStyle="1" w:styleId="F2C111BF91BA4E59A90DB1583F7263357">
    <w:name w:val="F2C111BF91BA4E59A90DB1583F7263357"/>
    <w:rsid w:val="00047EFF"/>
    <w:pPr>
      <w:spacing w:after="240" w:line="240" w:lineRule="auto"/>
      <w:jc w:val="center"/>
    </w:pPr>
    <w:rPr>
      <w:rFonts w:ascii="Times New Roman" w:hAnsi="Times New Roman" w:cs="Times New Roman"/>
      <w:smallCaps/>
      <w:sz w:val="40"/>
      <w:szCs w:val="40"/>
    </w:rPr>
  </w:style>
  <w:style w:type="paragraph" w:customStyle="1" w:styleId="00A651C175294D1F886BC63B615014A27">
    <w:name w:val="00A651C175294D1F886BC63B615014A27"/>
    <w:rsid w:val="00047EFF"/>
    <w:pPr>
      <w:tabs>
        <w:tab w:val="left" w:pos="2880"/>
      </w:tabs>
      <w:spacing w:after="60" w:line="240" w:lineRule="auto"/>
      <w:ind w:left="2880" w:hanging="2880"/>
      <w:contextualSpacing/>
    </w:pPr>
    <w:rPr>
      <w:rFonts w:ascii="Times New Roman" w:hAnsi="Times New Roman" w:cs="Times New Roman"/>
      <w:sz w:val="24"/>
      <w:szCs w:val="24"/>
    </w:rPr>
  </w:style>
  <w:style w:type="paragraph" w:customStyle="1" w:styleId="174B07CF5C464148B52FF237CEF0FC837">
    <w:name w:val="174B07CF5C464148B52FF237CEF0FC837"/>
    <w:rsid w:val="00047EFF"/>
    <w:pPr>
      <w:tabs>
        <w:tab w:val="left" w:pos="2880"/>
      </w:tabs>
      <w:spacing w:after="60" w:line="240" w:lineRule="auto"/>
      <w:ind w:left="2880" w:hanging="2880"/>
      <w:contextualSpacing/>
    </w:pPr>
    <w:rPr>
      <w:rFonts w:ascii="Times New Roman" w:hAnsi="Times New Roman" w:cs="Times New Roman"/>
      <w:sz w:val="24"/>
      <w:szCs w:val="24"/>
    </w:rPr>
  </w:style>
  <w:style w:type="paragraph" w:customStyle="1" w:styleId="3FA8E4936296493C83DF0BC2336A6F127">
    <w:name w:val="3FA8E4936296493C83DF0BC2336A6F127"/>
    <w:rsid w:val="00047EFF"/>
    <w:pPr>
      <w:spacing w:after="0" w:line="240" w:lineRule="auto"/>
      <w:jc w:val="right"/>
    </w:pPr>
    <w:rPr>
      <w:rFonts w:ascii="Times New Roman" w:hAnsi="Times New Roman" w:cs="Times New Roman"/>
      <w:i/>
      <w:sz w:val="24"/>
      <w:szCs w:val="24"/>
    </w:rPr>
  </w:style>
  <w:style w:type="paragraph" w:customStyle="1" w:styleId="F2C111BF91BA4E59A90DB1583F7263358">
    <w:name w:val="F2C111BF91BA4E59A90DB1583F7263358"/>
    <w:rsid w:val="007C53EA"/>
    <w:pPr>
      <w:spacing w:after="240" w:line="240" w:lineRule="auto"/>
      <w:jc w:val="center"/>
    </w:pPr>
    <w:rPr>
      <w:rFonts w:ascii="Times New Roman" w:hAnsi="Times New Roman" w:cs="Times New Roman"/>
      <w:smallCaps/>
      <w:sz w:val="40"/>
      <w:szCs w:val="40"/>
    </w:rPr>
  </w:style>
  <w:style w:type="paragraph" w:customStyle="1" w:styleId="00A651C175294D1F886BC63B615014A28">
    <w:name w:val="00A651C175294D1F886BC63B615014A28"/>
    <w:rsid w:val="007C53EA"/>
    <w:pPr>
      <w:tabs>
        <w:tab w:val="left" w:pos="2880"/>
      </w:tabs>
      <w:spacing w:after="60" w:line="240" w:lineRule="auto"/>
      <w:ind w:left="2880" w:hanging="2880"/>
      <w:contextualSpacing/>
    </w:pPr>
    <w:rPr>
      <w:rFonts w:ascii="Times New Roman" w:hAnsi="Times New Roman" w:cs="Times New Roman"/>
      <w:sz w:val="24"/>
      <w:szCs w:val="24"/>
    </w:rPr>
  </w:style>
  <w:style w:type="paragraph" w:customStyle="1" w:styleId="174B07CF5C464148B52FF237CEF0FC838">
    <w:name w:val="174B07CF5C464148B52FF237CEF0FC838"/>
    <w:rsid w:val="007C53EA"/>
    <w:pPr>
      <w:tabs>
        <w:tab w:val="left" w:pos="2880"/>
      </w:tabs>
      <w:spacing w:after="60" w:line="240" w:lineRule="auto"/>
      <w:ind w:left="2880" w:hanging="2880"/>
      <w:contextualSpacing/>
    </w:pPr>
    <w:rPr>
      <w:rFonts w:ascii="Times New Roman" w:hAnsi="Times New Roman" w:cs="Times New Roman"/>
      <w:sz w:val="24"/>
      <w:szCs w:val="24"/>
    </w:rPr>
  </w:style>
  <w:style w:type="paragraph" w:customStyle="1" w:styleId="3FA8E4936296493C83DF0BC2336A6F128">
    <w:name w:val="3FA8E4936296493C83DF0BC2336A6F128"/>
    <w:rsid w:val="007C53EA"/>
    <w:pPr>
      <w:spacing w:after="0" w:line="240" w:lineRule="auto"/>
      <w:jc w:val="right"/>
    </w:pPr>
    <w:rPr>
      <w:rFonts w:ascii="Times New Roman" w:hAnsi="Times New Roman" w:cs="Times New Roman"/>
      <w:i/>
      <w:sz w:val="24"/>
      <w:szCs w:val="24"/>
    </w:rPr>
  </w:style>
  <w:style w:type="paragraph" w:customStyle="1" w:styleId="F2C111BF91BA4E59A90DB1583F7263359">
    <w:name w:val="F2C111BF91BA4E59A90DB1583F7263359"/>
    <w:rsid w:val="007C53EA"/>
    <w:pPr>
      <w:spacing w:after="240" w:line="240" w:lineRule="auto"/>
      <w:jc w:val="center"/>
    </w:pPr>
    <w:rPr>
      <w:rFonts w:ascii="Times New Roman" w:hAnsi="Times New Roman" w:cs="Times New Roman"/>
      <w:smallCaps/>
      <w:sz w:val="40"/>
      <w:szCs w:val="40"/>
    </w:rPr>
  </w:style>
  <w:style w:type="paragraph" w:customStyle="1" w:styleId="00A651C175294D1F886BC63B615014A29">
    <w:name w:val="00A651C175294D1F886BC63B615014A29"/>
    <w:rsid w:val="007C53EA"/>
    <w:pPr>
      <w:tabs>
        <w:tab w:val="left" w:pos="2880"/>
      </w:tabs>
      <w:spacing w:after="60" w:line="240" w:lineRule="auto"/>
      <w:ind w:left="2880" w:hanging="2880"/>
      <w:contextualSpacing/>
    </w:pPr>
    <w:rPr>
      <w:rFonts w:ascii="Times New Roman" w:hAnsi="Times New Roman" w:cs="Times New Roman"/>
      <w:sz w:val="24"/>
      <w:szCs w:val="24"/>
    </w:rPr>
  </w:style>
  <w:style w:type="paragraph" w:customStyle="1" w:styleId="174B07CF5C464148B52FF237CEF0FC839">
    <w:name w:val="174B07CF5C464148B52FF237CEF0FC839"/>
    <w:rsid w:val="007C53EA"/>
    <w:pPr>
      <w:tabs>
        <w:tab w:val="left" w:pos="2880"/>
      </w:tabs>
      <w:spacing w:after="60" w:line="240" w:lineRule="auto"/>
      <w:ind w:left="2880" w:hanging="2880"/>
      <w:contextualSpacing/>
    </w:pPr>
    <w:rPr>
      <w:rFonts w:ascii="Times New Roman" w:hAnsi="Times New Roman" w:cs="Times New Roman"/>
      <w:sz w:val="24"/>
      <w:szCs w:val="24"/>
    </w:rPr>
  </w:style>
  <w:style w:type="paragraph" w:customStyle="1" w:styleId="3FA8E4936296493C83DF0BC2336A6F129">
    <w:name w:val="3FA8E4936296493C83DF0BC2336A6F129"/>
    <w:rsid w:val="007C53EA"/>
    <w:pPr>
      <w:spacing w:after="0" w:line="240" w:lineRule="auto"/>
      <w:jc w:val="right"/>
    </w:pPr>
    <w:rPr>
      <w:rFonts w:ascii="Times New Roman" w:hAnsi="Times New Roman" w:cs="Times New Roman"/>
      <w:i/>
      <w:sz w:val="24"/>
      <w:szCs w:val="24"/>
    </w:rPr>
  </w:style>
  <w:style w:type="paragraph" w:customStyle="1" w:styleId="F2C111BF91BA4E59A90DB1583F72633510">
    <w:name w:val="F2C111BF91BA4E59A90DB1583F72633510"/>
    <w:rsid w:val="00345BB0"/>
    <w:pPr>
      <w:spacing w:after="240" w:line="240" w:lineRule="auto"/>
      <w:jc w:val="center"/>
    </w:pPr>
    <w:rPr>
      <w:rFonts w:ascii="Times New Roman" w:hAnsi="Times New Roman" w:cs="Times New Roman"/>
      <w:smallCaps/>
      <w:sz w:val="40"/>
      <w:szCs w:val="40"/>
    </w:rPr>
  </w:style>
  <w:style w:type="paragraph" w:customStyle="1" w:styleId="00A651C175294D1F886BC63B615014A210">
    <w:name w:val="00A651C175294D1F886BC63B615014A210"/>
    <w:rsid w:val="00345BB0"/>
    <w:pPr>
      <w:tabs>
        <w:tab w:val="left" w:pos="2880"/>
      </w:tabs>
      <w:spacing w:after="60" w:line="240" w:lineRule="auto"/>
      <w:ind w:left="2880" w:hanging="2880"/>
      <w:contextualSpacing/>
    </w:pPr>
    <w:rPr>
      <w:rFonts w:ascii="Times New Roman" w:hAnsi="Times New Roman" w:cs="Times New Roman"/>
      <w:sz w:val="24"/>
      <w:szCs w:val="24"/>
    </w:rPr>
  </w:style>
  <w:style w:type="paragraph" w:customStyle="1" w:styleId="174B07CF5C464148B52FF237CEF0FC8310">
    <w:name w:val="174B07CF5C464148B52FF237CEF0FC8310"/>
    <w:rsid w:val="00345BB0"/>
    <w:pPr>
      <w:tabs>
        <w:tab w:val="left" w:pos="2880"/>
      </w:tabs>
      <w:spacing w:after="60" w:line="240" w:lineRule="auto"/>
      <w:ind w:left="2880" w:hanging="2880"/>
      <w:contextualSpacing/>
    </w:pPr>
    <w:rPr>
      <w:rFonts w:ascii="Times New Roman" w:hAnsi="Times New Roman" w:cs="Times New Roman"/>
      <w:sz w:val="24"/>
      <w:szCs w:val="24"/>
    </w:rPr>
  </w:style>
  <w:style w:type="paragraph" w:customStyle="1" w:styleId="3FA8E4936296493C83DF0BC2336A6F1210">
    <w:name w:val="3FA8E4936296493C83DF0BC2336A6F1210"/>
    <w:rsid w:val="00345BB0"/>
    <w:pPr>
      <w:spacing w:after="0" w:line="240" w:lineRule="auto"/>
      <w:jc w:val="right"/>
    </w:pPr>
    <w:rPr>
      <w:rFonts w:ascii="Times New Roman" w:hAnsi="Times New Roman" w:cs="Times New Roman"/>
      <w:i/>
      <w:sz w:val="24"/>
      <w:szCs w:val="24"/>
    </w:rPr>
  </w:style>
  <w:style w:type="paragraph" w:customStyle="1" w:styleId="F2C111BF91BA4E59A90DB1583F72633511">
    <w:name w:val="F2C111BF91BA4E59A90DB1583F72633511"/>
    <w:rsid w:val="0038623E"/>
    <w:pPr>
      <w:spacing w:after="240" w:line="240" w:lineRule="auto"/>
      <w:jc w:val="center"/>
    </w:pPr>
    <w:rPr>
      <w:rFonts w:ascii="Times New Roman" w:hAnsi="Times New Roman" w:cs="Times New Roman"/>
      <w:smallCaps/>
      <w:sz w:val="40"/>
      <w:szCs w:val="40"/>
    </w:rPr>
  </w:style>
  <w:style w:type="paragraph" w:customStyle="1" w:styleId="00A651C175294D1F886BC63B615014A211">
    <w:name w:val="00A651C175294D1F886BC63B615014A211"/>
    <w:rsid w:val="0038623E"/>
    <w:pPr>
      <w:tabs>
        <w:tab w:val="left" w:pos="2880"/>
      </w:tabs>
      <w:spacing w:after="60" w:line="240" w:lineRule="auto"/>
      <w:ind w:left="2880" w:hanging="2880"/>
      <w:contextualSpacing/>
    </w:pPr>
    <w:rPr>
      <w:rFonts w:ascii="Times New Roman" w:hAnsi="Times New Roman" w:cs="Times New Roman"/>
      <w:sz w:val="24"/>
      <w:szCs w:val="24"/>
    </w:rPr>
  </w:style>
  <w:style w:type="paragraph" w:customStyle="1" w:styleId="174B07CF5C464148B52FF237CEF0FC8311">
    <w:name w:val="174B07CF5C464148B52FF237CEF0FC8311"/>
    <w:rsid w:val="0038623E"/>
    <w:pPr>
      <w:tabs>
        <w:tab w:val="left" w:pos="2880"/>
      </w:tabs>
      <w:spacing w:after="60" w:line="240" w:lineRule="auto"/>
      <w:ind w:left="2880" w:hanging="2880"/>
      <w:contextualSpacing/>
    </w:pPr>
    <w:rPr>
      <w:rFonts w:ascii="Times New Roman" w:hAnsi="Times New Roman" w:cs="Times New Roman"/>
      <w:sz w:val="24"/>
      <w:szCs w:val="24"/>
    </w:rPr>
  </w:style>
  <w:style w:type="paragraph" w:customStyle="1" w:styleId="3FA8E4936296493C83DF0BC2336A6F1211">
    <w:name w:val="3FA8E4936296493C83DF0BC2336A6F1211"/>
    <w:rsid w:val="0038623E"/>
    <w:pPr>
      <w:spacing w:after="0" w:line="240" w:lineRule="auto"/>
      <w:jc w:val="right"/>
    </w:pPr>
    <w:rPr>
      <w:rFonts w:ascii="Times New Roman" w:hAnsi="Times New Roman" w:cs="Times New Roman"/>
      <w:i/>
      <w:sz w:val="24"/>
      <w:szCs w:val="24"/>
    </w:rPr>
  </w:style>
  <w:style w:type="paragraph" w:customStyle="1" w:styleId="294646EC09AE4EAE929B5E156FA388D4">
    <w:name w:val="294646EC09AE4EAE929B5E156FA388D4"/>
    <w:rsid w:val="00175E19"/>
    <w:pPr>
      <w:spacing w:after="160" w:line="259" w:lineRule="auto"/>
    </w:pPr>
  </w:style>
  <w:style w:type="paragraph" w:customStyle="1" w:styleId="750B0E1A2AE74B83B647C4F25FB8D0CC">
    <w:name w:val="750B0E1A2AE74B83B647C4F25FB8D0CC"/>
    <w:rsid w:val="00175E19"/>
    <w:pPr>
      <w:spacing w:after="160" w:line="259" w:lineRule="auto"/>
    </w:pPr>
  </w:style>
  <w:style w:type="paragraph" w:customStyle="1" w:styleId="CC9DA701C3384644B9D18A956FFBCEA8">
    <w:name w:val="CC9DA701C3384644B9D18A956FFBCEA8"/>
    <w:rsid w:val="00175E19"/>
    <w:pPr>
      <w:spacing w:after="160" w:line="259" w:lineRule="auto"/>
    </w:pPr>
  </w:style>
  <w:style w:type="paragraph" w:customStyle="1" w:styleId="7B7673BD0C804B7CB5553BE307E99CAE">
    <w:name w:val="7B7673BD0C804B7CB5553BE307E99CAE"/>
    <w:rsid w:val="00175E19"/>
    <w:pPr>
      <w:spacing w:after="160" w:line="259" w:lineRule="auto"/>
    </w:pPr>
  </w:style>
  <w:style w:type="paragraph" w:customStyle="1" w:styleId="017EA342925A4D67871EF31D3C1AB3AD">
    <w:name w:val="017EA342925A4D67871EF31D3C1AB3AD"/>
    <w:rsid w:val="00175E19"/>
    <w:pPr>
      <w:spacing w:after="160" w:line="259" w:lineRule="auto"/>
    </w:pPr>
  </w:style>
  <w:style w:type="paragraph" w:customStyle="1" w:styleId="7BC4134771B0494CAD5766F33372244F">
    <w:name w:val="7BC4134771B0494CAD5766F33372244F"/>
    <w:rsid w:val="00175E19"/>
    <w:pPr>
      <w:spacing w:after="160" w:line="259" w:lineRule="auto"/>
    </w:pPr>
  </w:style>
  <w:style w:type="paragraph" w:customStyle="1" w:styleId="4D7A74504EB94A6DA2FD8034C41A5A3B">
    <w:name w:val="4D7A74504EB94A6DA2FD8034C41A5A3B"/>
    <w:rsid w:val="00175E19"/>
    <w:pPr>
      <w:spacing w:after="160" w:line="259" w:lineRule="auto"/>
    </w:pPr>
  </w:style>
  <w:style w:type="paragraph" w:customStyle="1" w:styleId="30F9726CEB4E4E96951626FF16473D81">
    <w:name w:val="30F9726CEB4E4E96951626FF16473D81"/>
    <w:rsid w:val="00175E19"/>
    <w:pPr>
      <w:spacing w:after="160" w:line="259" w:lineRule="auto"/>
    </w:pPr>
  </w:style>
  <w:style w:type="paragraph" w:customStyle="1" w:styleId="FCC98426BC144599A661337D24CFA466">
    <w:name w:val="FCC98426BC144599A661337D24CFA466"/>
    <w:rsid w:val="00175E19"/>
    <w:pPr>
      <w:spacing w:after="160" w:line="259" w:lineRule="auto"/>
    </w:pPr>
  </w:style>
  <w:style w:type="paragraph" w:customStyle="1" w:styleId="2137DF24905A4C7FACDD4D3942027610">
    <w:name w:val="2137DF24905A4C7FACDD4D3942027610"/>
    <w:rsid w:val="00175E19"/>
    <w:pPr>
      <w:spacing w:after="160" w:line="259" w:lineRule="auto"/>
    </w:pPr>
  </w:style>
  <w:style w:type="paragraph" w:customStyle="1" w:styleId="3178AA6C183B46EFA09265A7E9F9848D">
    <w:name w:val="3178AA6C183B46EFA09265A7E9F9848D"/>
    <w:rsid w:val="00175E1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0FC6B550194AE41A4BF6F2A8A67A91C" ma:contentTypeVersion="0" ma:contentTypeDescription="Create a new document." ma:contentTypeScope="" ma:versionID="6681fc0f909615f61b57e33d1b096892">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60DABDF-3E04-410C-B5CE-47715093EE47}">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2.xml><?xml version="1.0" encoding="utf-8"?>
<ds:datastoreItem xmlns:ds="http://schemas.openxmlformats.org/officeDocument/2006/customXml" ds:itemID="{506E05BB-B6F9-4F9A-B732-DD409A9AE5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22E60B6-D964-4689-8AD2-9F8F3B5CEBF6}">
  <ds:schemaRefs>
    <ds:schemaRef ds:uri="http://schemas.microsoft.com/sharepoint/v3/contenttype/forms"/>
  </ds:schemaRefs>
</ds:datastoreItem>
</file>

<file path=customXml/itemProps4.xml><?xml version="1.0" encoding="utf-8"?>
<ds:datastoreItem xmlns:ds="http://schemas.openxmlformats.org/officeDocument/2006/customXml" ds:itemID="{6E08555E-C46F-4502-8B2C-69DBC50DB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DoD Issuance Template.dotx</Template>
  <TotalTime>1</TotalTime>
  <Pages>8</Pages>
  <Words>840</Words>
  <Characters>4794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SSAPOL 8015.01 V2 IT Acquisition Approval DRAFT</vt:lpstr>
    </vt:vector>
  </TitlesOfParts>
  <Company>EITSD</Company>
  <LinksUpToDate>false</LinksUpToDate>
  <CharactersWithSpaces>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SSAPOL 8015.01 V2 IT Acquisition Approval DRAFT</dc:title>
  <dc:creator>Rachael DeNale</dc:creator>
  <cp:lastModifiedBy>Pitla, Sruthi Bhushan   Contractor</cp:lastModifiedBy>
  <cp:revision>2</cp:revision>
  <cp:lastPrinted>2018-05-15T13:16:00Z</cp:lastPrinted>
  <dcterms:created xsi:type="dcterms:W3CDTF">2018-09-06T20:25:00Z</dcterms:created>
  <dcterms:modified xsi:type="dcterms:W3CDTF">2018-09-06T20:25:00Z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0x010100C0FC6B550194AE41A4BF6F2A8A67A91C</vt:lpwstr>
  </property>
</Properties>
</file>